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EDC" w:rsidRPr="0021138B" w:rsidRDefault="007621BB" w:rsidP="00937E0D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4A4EDC"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LLEGATO </w:t>
      </w:r>
      <w:r w:rsidR="00BA3E71"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</w:p>
    <w:p w:rsidR="004A4EDC" w:rsidRPr="0021138B" w:rsidRDefault="004A4EDC" w:rsidP="00937E0D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</w:t>
      </w:r>
      <w:r w:rsidR="00053D80" w:rsidRPr="0021138B">
        <w:rPr>
          <w:rFonts w:ascii="Trebuchet MS" w:hAnsi="Trebuchet MS"/>
          <w:b/>
          <w:color w:val="000000"/>
          <w:sz w:val="18"/>
        </w:rPr>
        <w:t xml:space="preserve"> di</w:t>
      </w:r>
      <w:r w:rsidRPr="0021138B">
        <w:rPr>
          <w:rFonts w:ascii="Trebuchet MS" w:hAnsi="Trebuchet MS"/>
          <w:b/>
          <w:color w:val="000000"/>
          <w:sz w:val="18"/>
        </w:rPr>
        <w:t xml:space="preserve"> I</w:t>
      </w:r>
      <w:r w:rsidR="0061429C" w:rsidRPr="0021138B">
        <w:rPr>
          <w:rFonts w:ascii="Trebuchet MS" w:hAnsi="Trebuchet MS"/>
          <w:b/>
          <w:color w:val="000000"/>
          <w:sz w:val="18"/>
        </w:rPr>
        <w:t>I</w:t>
      </w:r>
      <w:r w:rsidRPr="0021138B">
        <w:rPr>
          <w:rFonts w:ascii="Trebuchet MS" w:hAnsi="Trebuchet MS"/>
          <w:b/>
          <w:color w:val="000000"/>
          <w:sz w:val="18"/>
        </w:rPr>
        <w:t xml:space="preserve"> fascia da ricoprire ai sensi dell’art. 24, comma 6, della Legge n. 240/2010  per il settore concorsuale _____________________________________________________ ,  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4A4EDC" w:rsidRPr="0021138B" w:rsidRDefault="004A4EDC" w:rsidP="00937E0D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presso il Dipartimento di _______________________________________________, Codice concorso  ________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</w:t>
      </w:r>
      <w:r w:rsidR="0046648C"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4A4EDC" w:rsidRPr="0021138B" w:rsidTr="00E26D39">
        <w:tc>
          <w:tcPr>
            <w:tcW w:w="1809" w:type="dxa"/>
            <w:shd w:val="clear" w:color="auto" w:fill="auto"/>
            <w:vAlign w:val="center"/>
          </w:tcPr>
          <w:p w:rsidR="004A4EDC" w:rsidRPr="0021138B" w:rsidRDefault="004A4EDC" w:rsidP="00937E0D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A4EDC" w:rsidRPr="0021138B" w:rsidRDefault="004A4EDC" w:rsidP="00937E0D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DC0C12" w:rsidRPr="0021138B" w:rsidRDefault="00DC0C12" w:rsidP="00937E0D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C0C12" w:rsidRPr="0021138B" w:rsidRDefault="00DC0C12" w:rsidP="00937E0D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4EDC" w:rsidRPr="0021138B" w:rsidTr="00E26D3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EDC" w:rsidRPr="0021138B" w:rsidRDefault="004A4EDC" w:rsidP="00937E0D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rPr>
          <w:rFonts w:ascii="Trebuchet MS" w:hAnsi="Trebuchet MS"/>
          <w:color w:val="000000"/>
          <w:sz w:val="18"/>
        </w:rPr>
      </w:pPr>
    </w:p>
    <w:p w:rsidR="004A4EDC" w:rsidRPr="0021138B" w:rsidRDefault="004A4EDC" w:rsidP="00937E0D">
      <w:pPr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4A4EDC" w:rsidRPr="0021138B" w:rsidRDefault="00C05967" w:rsidP="00C05967">
      <w:pPr>
        <w:pStyle w:val="Titolo"/>
        <w:widowControl w:val="0"/>
        <w:spacing w:before="0" w:after="0"/>
        <w:jc w:val="left"/>
        <w:rPr>
          <w:rFonts w:ascii="Trebuchet MS" w:hAnsi="Trebuchet MS" w:cs="Arial"/>
          <w:color w:val="000000"/>
          <w:sz w:val="18"/>
          <w:szCs w:val="18"/>
        </w:rPr>
        <w:sectPr w:rsidR="004A4EDC" w:rsidRPr="0021138B" w:rsidSect="00284C20">
          <w:footerReference w:type="default" r:id="rId8"/>
          <w:pgSz w:w="11900" w:h="16840" w:code="9"/>
          <w:pgMar w:top="1701" w:right="1134" w:bottom="1134" w:left="1134" w:header="709" w:footer="0" w:gutter="0"/>
          <w:cols w:space="708"/>
        </w:sectPr>
      </w:pPr>
      <w:bookmarkStart w:id="0" w:name="_GoBack"/>
      <w:bookmarkEnd w:id="0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</w:t>
      </w:r>
    </w:p>
    <w:p w:rsidR="004A4EDC" w:rsidRPr="0021138B" w:rsidRDefault="004A4EDC" w:rsidP="00937E0D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sectPr w:rsidR="004A4EDC" w:rsidRPr="0021138B" w:rsidSect="004A4EDC">
      <w:headerReference w:type="default" r:id="rId9"/>
      <w:footerReference w:type="default" r:id="rId10"/>
      <w:type w:val="continuous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BC0" w:rsidRDefault="00A75BC0">
      <w:r>
        <w:separator/>
      </w:r>
    </w:p>
  </w:endnote>
  <w:endnote w:type="continuationSeparator" w:id="0">
    <w:p w:rsidR="00A75BC0" w:rsidRDefault="00A75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Pr="00A7433C" w:rsidRDefault="00A75BC0" w:rsidP="00464B5F">
    <w:pPr>
      <w:pStyle w:val="Pidipagina"/>
      <w:framePr w:w="544" w:wrap="around" w:vAnchor="text" w:hAnchor="page" w:x="10473" w:y="-24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A75BC0" w:rsidRPr="003555C5" w:rsidRDefault="00A75BC0" w:rsidP="003555C5">
    <w:pPr>
      <w:jc w:val="center"/>
    </w:pPr>
  </w:p>
  <w:p w:rsidR="00A75BC0" w:rsidRDefault="00A75B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BC0" w:rsidRDefault="00A75BC0">
      <w:r>
        <w:separator/>
      </w:r>
    </w:p>
  </w:footnote>
  <w:footnote w:type="continuationSeparator" w:id="0">
    <w:p w:rsidR="00A75BC0" w:rsidRDefault="00A75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BC0" w:rsidRDefault="00A75B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1E138A6"/>
    <w:multiLevelType w:val="hybridMultilevel"/>
    <w:tmpl w:val="EC065E3E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9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5484486"/>
    <w:multiLevelType w:val="hybridMultilevel"/>
    <w:tmpl w:val="9594B1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F5388"/>
    <w:multiLevelType w:val="hybridMultilevel"/>
    <w:tmpl w:val="11A6596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2774A1"/>
    <w:multiLevelType w:val="hybridMultilevel"/>
    <w:tmpl w:val="194AAD76"/>
    <w:lvl w:ilvl="0" w:tplc="D99CD5EE">
      <w:start w:val="1"/>
      <w:numFmt w:val="decimal"/>
      <w:lvlText w:val="%1)"/>
      <w:lvlJc w:val="left"/>
      <w:pPr>
        <w:ind w:left="1353" w:hanging="360"/>
      </w:pPr>
      <w:rPr>
        <w:rFonts w:ascii="Trebuchet MS" w:eastAsia="Times New Roman" w:hAnsi="Trebuchet MS" w:cs="Verdana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5B440C"/>
    <w:multiLevelType w:val="hybridMultilevel"/>
    <w:tmpl w:val="C23620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521A5"/>
    <w:multiLevelType w:val="hybridMultilevel"/>
    <w:tmpl w:val="E80A6D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F1C75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27AE9"/>
    <w:multiLevelType w:val="hybridMultilevel"/>
    <w:tmpl w:val="648841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6443E97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A1DF1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CE4BF4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6F0E6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86B08"/>
    <w:multiLevelType w:val="multilevel"/>
    <w:tmpl w:val="BDE80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8920F6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15" w15:restartNumberingAfterBreak="0">
    <w:nsid w:val="2DAA0321"/>
    <w:multiLevelType w:val="multilevel"/>
    <w:tmpl w:val="5EEA9E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EA612C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26780"/>
    <w:multiLevelType w:val="hybridMultilevel"/>
    <w:tmpl w:val="4202CD54"/>
    <w:lvl w:ilvl="0" w:tplc="AE16ED7C"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Verdana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12050B7"/>
    <w:multiLevelType w:val="hybridMultilevel"/>
    <w:tmpl w:val="E21626E8"/>
    <w:lvl w:ilvl="0" w:tplc="CBECA05E">
      <w:numFmt w:val="bullet"/>
      <w:lvlText w:val="•"/>
      <w:lvlJc w:val="left"/>
      <w:pPr>
        <w:ind w:left="78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190143D"/>
    <w:multiLevelType w:val="multilevel"/>
    <w:tmpl w:val="4D344D30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Arial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Arial" w:hint="default"/>
        <w:color w:val="000000"/>
        <w:sz w:val="20"/>
      </w:rPr>
    </w:lvl>
  </w:abstractNum>
  <w:abstractNum w:abstractNumId="20" w15:restartNumberingAfterBreak="0">
    <w:nsid w:val="35A24F47"/>
    <w:multiLevelType w:val="hybridMultilevel"/>
    <w:tmpl w:val="F300F100"/>
    <w:lvl w:ilvl="0" w:tplc="33B4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256EFB"/>
    <w:multiLevelType w:val="hybridMultilevel"/>
    <w:tmpl w:val="A3DCD9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3B3F49"/>
    <w:multiLevelType w:val="hybridMultilevel"/>
    <w:tmpl w:val="511AC0A0"/>
    <w:lvl w:ilvl="0" w:tplc="44D2C3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23609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7C7844"/>
    <w:multiLevelType w:val="multilevel"/>
    <w:tmpl w:val="075A5B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512F0"/>
    <w:multiLevelType w:val="hybridMultilevel"/>
    <w:tmpl w:val="89E49386"/>
    <w:lvl w:ilvl="0" w:tplc="3B965DC4">
      <w:numFmt w:val="bullet"/>
      <w:lvlText w:val="-"/>
      <w:lvlJc w:val="left"/>
      <w:pPr>
        <w:tabs>
          <w:tab w:val="num" w:pos="120"/>
        </w:tabs>
        <w:ind w:left="1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E4AC5"/>
    <w:multiLevelType w:val="hybridMultilevel"/>
    <w:tmpl w:val="8116CA92"/>
    <w:lvl w:ilvl="0" w:tplc="AD9A9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1D4013"/>
    <w:multiLevelType w:val="hybridMultilevel"/>
    <w:tmpl w:val="DDC699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540A23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31D403A"/>
    <w:multiLevelType w:val="multilevel"/>
    <w:tmpl w:val="8398E5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rebuchet MS" w:eastAsia="Times New Roman" w:hAnsi="Trebuchet MS" w:cs="Verdan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4865BA7"/>
    <w:multiLevelType w:val="hybridMultilevel"/>
    <w:tmpl w:val="ED7079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D6ED7"/>
    <w:multiLevelType w:val="hybridMultilevel"/>
    <w:tmpl w:val="94749E34"/>
    <w:lvl w:ilvl="0" w:tplc="D42421E6">
      <w:start w:val="1"/>
      <w:numFmt w:val="lowerLetter"/>
      <w:lvlText w:val="%1)"/>
      <w:lvlJc w:val="left"/>
      <w:pPr>
        <w:ind w:left="1288" w:hanging="360"/>
      </w:pPr>
      <w:rPr>
        <w:rFonts w:hint="default"/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5BBA274C"/>
    <w:multiLevelType w:val="multilevel"/>
    <w:tmpl w:val="8C0C4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CB7FCB"/>
    <w:multiLevelType w:val="hybridMultilevel"/>
    <w:tmpl w:val="C1183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53D41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676D4E"/>
    <w:multiLevelType w:val="hybridMultilevel"/>
    <w:tmpl w:val="6F92A5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55F52"/>
    <w:multiLevelType w:val="hybridMultilevel"/>
    <w:tmpl w:val="463279C8"/>
    <w:lvl w:ilvl="0" w:tplc="FF62D578">
      <w:start w:val="14"/>
      <w:numFmt w:val="bullet"/>
      <w:lvlText w:val="•"/>
      <w:lvlJc w:val="left"/>
      <w:pPr>
        <w:ind w:left="1353" w:hanging="360"/>
      </w:pPr>
      <w:rPr>
        <w:rFonts w:ascii="Trebuchet MS" w:eastAsia="Times New Roman" w:hAnsi="Trebuchet M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F55266"/>
    <w:multiLevelType w:val="multilevel"/>
    <w:tmpl w:val="37BED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rebuchet MS" w:eastAsia="Times New Roman" w:hAnsi="Trebuchet MS" w:cs="Garamon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6834BC2"/>
    <w:multiLevelType w:val="hybridMultilevel"/>
    <w:tmpl w:val="F0B84430"/>
    <w:lvl w:ilvl="0" w:tplc="2F2858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CE2AA31A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z w:val="22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44084"/>
    <w:multiLevelType w:val="hybridMultilevel"/>
    <w:tmpl w:val="A0B85D1A"/>
    <w:lvl w:ilvl="0" w:tplc="4D1227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F1099"/>
    <w:multiLevelType w:val="hybridMultilevel"/>
    <w:tmpl w:val="FB1036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2">
    <w:abstractNumId w:val="40"/>
  </w:num>
  <w:num w:numId="3">
    <w:abstractNumId w:val="41"/>
  </w:num>
  <w:num w:numId="4">
    <w:abstractNumId w:val="26"/>
  </w:num>
  <w:num w:numId="5">
    <w:abstractNumId w:val="28"/>
  </w:num>
  <w:num w:numId="6">
    <w:abstractNumId w:val="21"/>
  </w:num>
  <w:num w:numId="7">
    <w:abstractNumId w:val="27"/>
  </w:num>
  <w:num w:numId="8">
    <w:abstractNumId w:val="33"/>
  </w:num>
  <w:num w:numId="9">
    <w:abstractNumId w:val="31"/>
  </w:num>
  <w:num w:numId="10">
    <w:abstractNumId w:val="14"/>
  </w:num>
  <w:num w:numId="11">
    <w:abstractNumId w:val="13"/>
  </w:num>
  <w:num w:numId="12">
    <w:abstractNumId w:val="39"/>
  </w:num>
  <w:num w:numId="13">
    <w:abstractNumId w:val="34"/>
  </w:num>
  <w:num w:numId="14">
    <w:abstractNumId w:val="25"/>
  </w:num>
  <w:num w:numId="15">
    <w:abstractNumId w:val="15"/>
  </w:num>
  <w:num w:numId="16">
    <w:abstractNumId w:val="36"/>
  </w:num>
  <w:num w:numId="17">
    <w:abstractNumId w:val="7"/>
  </w:num>
  <w:num w:numId="18">
    <w:abstractNumId w:val="16"/>
  </w:num>
  <w:num w:numId="19">
    <w:abstractNumId w:val="29"/>
  </w:num>
  <w:num w:numId="20">
    <w:abstractNumId w:val="10"/>
  </w:num>
  <w:num w:numId="21">
    <w:abstractNumId w:val="37"/>
  </w:num>
  <w:num w:numId="22">
    <w:abstractNumId w:val="19"/>
  </w:num>
  <w:num w:numId="23">
    <w:abstractNumId w:val="35"/>
  </w:num>
  <w:num w:numId="24">
    <w:abstractNumId w:val="30"/>
  </w:num>
  <w:num w:numId="25">
    <w:abstractNumId w:val="32"/>
  </w:num>
  <w:num w:numId="26">
    <w:abstractNumId w:val="22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6"/>
  </w:num>
  <w:num w:numId="32">
    <w:abstractNumId w:val="23"/>
  </w:num>
  <w:num w:numId="33">
    <w:abstractNumId w:val="3"/>
  </w:num>
  <w:num w:numId="34">
    <w:abstractNumId w:val="20"/>
  </w:num>
  <w:num w:numId="35">
    <w:abstractNumId w:val="42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"/>
  </w:num>
  <w:num w:numId="39">
    <w:abstractNumId w:val="18"/>
  </w:num>
  <w:num w:numId="40">
    <w:abstractNumId w:val="38"/>
  </w:num>
  <w:num w:numId="41">
    <w:abstractNumId w:val="1"/>
  </w:num>
  <w:num w:numId="42">
    <w:abstractNumId w:val="9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2545"/>
    <w:rsid w:val="00002B01"/>
    <w:rsid w:val="000038D3"/>
    <w:rsid w:val="0000474C"/>
    <w:rsid w:val="00005DBA"/>
    <w:rsid w:val="00007598"/>
    <w:rsid w:val="000119B2"/>
    <w:rsid w:val="00013CF2"/>
    <w:rsid w:val="000142DB"/>
    <w:rsid w:val="000150B0"/>
    <w:rsid w:val="00015256"/>
    <w:rsid w:val="0002098A"/>
    <w:rsid w:val="0002288E"/>
    <w:rsid w:val="00024DF3"/>
    <w:rsid w:val="00025932"/>
    <w:rsid w:val="000262EA"/>
    <w:rsid w:val="0002653E"/>
    <w:rsid w:val="00026A00"/>
    <w:rsid w:val="00026C3A"/>
    <w:rsid w:val="0003009C"/>
    <w:rsid w:val="00030A9E"/>
    <w:rsid w:val="000318CF"/>
    <w:rsid w:val="0003200C"/>
    <w:rsid w:val="00032670"/>
    <w:rsid w:val="00033BAA"/>
    <w:rsid w:val="00034762"/>
    <w:rsid w:val="0003670B"/>
    <w:rsid w:val="00040036"/>
    <w:rsid w:val="0004097D"/>
    <w:rsid w:val="00041A5A"/>
    <w:rsid w:val="00041E6E"/>
    <w:rsid w:val="00042C0E"/>
    <w:rsid w:val="00043D03"/>
    <w:rsid w:val="00044318"/>
    <w:rsid w:val="0004756C"/>
    <w:rsid w:val="00047E47"/>
    <w:rsid w:val="00047E9D"/>
    <w:rsid w:val="00052264"/>
    <w:rsid w:val="0005236F"/>
    <w:rsid w:val="00053868"/>
    <w:rsid w:val="00053D80"/>
    <w:rsid w:val="0006007F"/>
    <w:rsid w:val="00060404"/>
    <w:rsid w:val="00060521"/>
    <w:rsid w:val="0006099F"/>
    <w:rsid w:val="00061D07"/>
    <w:rsid w:val="000622BD"/>
    <w:rsid w:val="000629C5"/>
    <w:rsid w:val="00063D84"/>
    <w:rsid w:val="00064678"/>
    <w:rsid w:val="00066980"/>
    <w:rsid w:val="0007070A"/>
    <w:rsid w:val="000717B2"/>
    <w:rsid w:val="00072608"/>
    <w:rsid w:val="000735AE"/>
    <w:rsid w:val="000740D1"/>
    <w:rsid w:val="000745CC"/>
    <w:rsid w:val="000756A6"/>
    <w:rsid w:val="000822A4"/>
    <w:rsid w:val="000824D2"/>
    <w:rsid w:val="000827DC"/>
    <w:rsid w:val="00082B92"/>
    <w:rsid w:val="00082FB2"/>
    <w:rsid w:val="000834A3"/>
    <w:rsid w:val="00083C02"/>
    <w:rsid w:val="000844E7"/>
    <w:rsid w:val="0009194F"/>
    <w:rsid w:val="0009320B"/>
    <w:rsid w:val="00093837"/>
    <w:rsid w:val="0009423C"/>
    <w:rsid w:val="0009434B"/>
    <w:rsid w:val="00094A49"/>
    <w:rsid w:val="00096777"/>
    <w:rsid w:val="000972FF"/>
    <w:rsid w:val="000A32F2"/>
    <w:rsid w:val="000A551E"/>
    <w:rsid w:val="000A6B35"/>
    <w:rsid w:val="000A6F0E"/>
    <w:rsid w:val="000B0A7B"/>
    <w:rsid w:val="000B1870"/>
    <w:rsid w:val="000B3B1E"/>
    <w:rsid w:val="000B581F"/>
    <w:rsid w:val="000B6EC6"/>
    <w:rsid w:val="000C27EA"/>
    <w:rsid w:val="000C3574"/>
    <w:rsid w:val="000C44CB"/>
    <w:rsid w:val="000C6DEF"/>
    <w:rsid w:val="000D1CB8"/>
    <w:rsid w:val="000D38E9"/>
    <w:rsid w:val="000D404B"/>
    <w:rsid w:val="000D7A34"/>
    <w:rsid w:val="000E3DCD"/>
    <w:rsid w:val="000E43D1"/>
    <w:rsid w:val="000E46A3"/>
    <w:rsid w:val="000E5180"/>
    <w:rsid w:val="000E5336"/>
    <w:rsid w:val="000E5451"/>
    <w:rsid w:val="000E695A"/>
    <w:rsid w:val="000F0444"/>
    <w:rsid w:val="000F7449"/>
    <w:rsid w:val="001026AA"/>
    <w:rsid w:val="001040C7"/>
    <w:rsid w:val="00106E1F"/>
    <w:rsid w:val="0011020F"/>
    <w:rsid w:val="00110CC3"/>
    <w:rsid w:val="00111F4D"/>
    <w:rsid w:val="0011344F"/>
    <w:rsid w:val="0011362A"/>
    <w:rsid w:val="00114925"/>
    <w:rsid w:val="00114D53"/>
    <w:rsid w:val="0011552E"/>
    <w:rsid w:val="00116639"/>
    <w:rsid w:val="00120C0E"/>
    <w:rsid w:val="00121EF7"/>
    <w:rsid w:val="0012449C"/>
    <w:rsid w:val="0012456F"/>
    <w:rsid w:val="00124790"/>
    <w:rsid w:val="00124FF5"/>
    <w:rsid w:val="001258ED"/>
    <w:rsid w:val="0012754A"/>
    <w:rsid w:val="001308D4"/>
    <w:rsid w:val="00131C58"/>
    <w:rsid w:val="0013362E"/>
    <w:rsid w:val="0013605F"/>
    <w:rsid w:val="00136DDD"/>
    <w:rsid w:val="00137D36"/>
    <w:rsid w:val="00142F0A"/>
    <w:rsid w:val="00143727"/>
    <w:rsid w:val="001447F0"/>
    <w:rsid w:val="00145886"/>
    <w:rsid w:val="0014621D"/>
    <w:rsid w:val="001462FA"/>
    <w:rsid w:val="00146CB4"/>
    <w:rsid w:val="001477A2"/>
    <w:rsid w:val="00150A7F"/>
    <w:rsid w:val="0015244A"/>
    <w:rsid w:val="0015261C"/>
    <w:rsid w:val="00152892"/>
    <w:rsid w:val="00154AB0"/>
    <w:rsid w:val="00156D39"/>
    <w:rsid w:val="00157B68"/>
    <w:rsid w:val="00157C21"/>
    <w:rsid w:val="001615D1"/>
    <w:rsid w:val="001621F7"/>
    <w:rsid w:val="00163852"/>
    <w:rsid w:val="00164E7A"/>
    <w:rsid w:val="00166453"/>
    <w:rsid w:val="00167867"/>
    <w:rsid w:val="00173CA9"/>
    <w:rsid w:val="0018280C"/>
    <w:rsid w:val="00183A06"/>
    <w:rsid w:val="00183DE7"/>
    <w:rsid w:val="001870AB"/>
    <w:rsid w:val="00191F65"/>
    <w:rsid w:val="001932C9"/>
    <w:rsid w:val="001945CA"/>
    <w:rsid w:val="00195645"/>
    <w:rsid w:val="00195852"/>
    <w:rsid w:val="00196AF0"/>
    <w:rsid w:val="001A3957"/>
    <w:rsid w:val="001A6EF0"/>
    <w:rsid w:val="001A773F"/>
    <w:rsid w:val="001A7C0C"/>
    <w:rsid w:val="001B20FC"/>
    <w:rsid w:val="001B2F8C"/>
    <w:rsid w:val="001B3620"/>
    <w:rsid w:val="001B387C"/>
    <w:rsid w:val="001B4E85"/>
    <w:rsid w:val="001B5B95"/>
    <w:rsid w:val="001C1D31"/>
    <w:rsid w:val="001C6422"/>
    <w:rsid w:val="001C75D9"/>
    <w:rsid w:val="001D0265"/>
    <w:rsid w:val="001D127D"/>
    <w:rsid w:val="001D2D21"/>
    <w:rsid w:val="001D5D7A"/>
    <w:rsid w:val="001D645C"/>
    <w:rsid w:val="001D6846"/>
    <w:rsid w:val="001E179D"/>
    <w:rsid w:val="001E3C1B"/>
    <w:rsid w:val="001E3E8F"/>
    <w:rsid w:val="001E5689"/>
    <w:rsid w:val="001E5A89"/>
    <w:rsid w:val="001E6A19"/>
    <w:rsid w:val="001F1C5B"/>
    <w:rsid w:val="001F3AD4"/>
    <w:rsid w:val="001F5654"/>
    <w:rsid w:val="001F593E"/>
    <w:rsid w:val="001F7263"/>
    <w:rsid w:val="00200A23"/>
    <w:rsid w:val="00200BC3"/>
    <w:rsid w:val="00201432"/>
    <w:rsid w:val="002021AB"/>
    <w:rsid w:val="00203119"/>
    <w:rsid w:val="0020527C"/>
    <w:rsid w:val="0020538F"/>
    <w:rsid w:val="0020668C"/>
    <w:rsid w:val="0021014C"/>
    <w:rsid w:val="002112A5"/>
    <w:rsid w:val="0021138B"/>
    <w:rsid w:val="002141D1"/>
    <w:rsid w:val="002144CA"/>
    <w:rsid w:val="0021726D"/>
    <w:rsid w:val="00222131"/>
    <w:rsid w:val="002223D5"/>
    <w:rsid w:val="002225FF"/>
    <w:rsid w:val="00222E53"/>
    <w:rsid w:val="002248AE"/>
    <w:rsid w:val="00234E06"/>
    <w:rsid w:val="002358BE"/>
    <w:rsid w:val="00236128"/>
    <w:rsid w:val="002371F9"/>
    <w:rsid w:val="00237A03"/>
    <w:rsid w:val="00240D9B"/>
    <w:rsid w:val="00242431"/>
    <w:rsid w:val="002427F6"/>
    <w:rsid w:val="002438DF"/>
    <w:rsid w:val="002464CE"/>
    <w:rsid w:val="00246F4F"/>
    <w:rsid w:val="002500A8"/>
    <w:rsid w:val="002533CB"/>
    <w:rsid w:val="00253479"/>
    <w:rsid w:val="00254694"/>
    <w:rsid w:val="00254F14"/>
    <w:rsid w:val="00255E7E"/>
    <w:rsid w:val="00256884"/>
    <w:rsid w:val="00260A92"/>
    <w:rsid w:val="002622B6"/>
    <w:rsid w:val="00262B04"/>
    <w:rsid w:val="0026366B"/>
    <w:rsid w:val="00265C89"/>
    <w:rsid w:val="00274091"/>
    <w:rsid w:val="002748DA"/>
    <w:rsid w:val="00274BAD"/>
    <w:rsid w:val="002753D1"/>
    <w:rsid w:val="0027697F"/>
    <w:rsid w:val="002771D6"/>
    <w:rsid w:val="00283C64"/>
    <w:rsid w:val="00283D5F"/>
    <w:rsid w:val="00284BC7"/>
    <w:rsid w:val="00284C20"/>
    <w:rsid w:val="00285F9C"/>
    <w:rsid w:val="00286F83"/>
    <w:rsid w:val="0028728E"/>
    <w:rsid w:val="00290BA0"/>
    <w:rsid w:val="00291E37"/>
    <w:rsid w:val="002948E4"/>
    <w:rsid w:val="00294A0F"/>
    <w:rsid w:val="00295301"/>
    <w:rsid w:val="002978E1"/>
    <w:rsid w:val="00297B6D"/>
    <w:rsid w:val="002A06AF"/>
    <w:rsid w:val="002A1A28"/>
    <w:rsid w:val="002A2D73"/>
    <w:rsid w:val="002A3097"/>
    <w:rsid w:val="002A5D82"/>
    <w:rsid w:val="002A66B7"/>
    <w:rsid w:val="002A69D2"/>
    <w:rsid w:val="002B031D"/>
    <w:rsid w:val="002B08A5"/>
    <w:rsid w:val="002B08AD"/>
    <w:rsid w:val="002B0C2F"/>
    <w:rsid w:val="002B5355"/>
    <w:rsid w:val="002B5FE4"/>
    <w:rsid w:val="002B7CC5"/>
    <w:rsid w:val="002C079F"/>
    <w:rsid w:val="002C32C7"/>
    <w:rsid w:val="002C738B"/>
    <w:rsid w:val="002D3667"/>
    <w:rsid w:val="002D3DE4"/>
    <w:rsid w:val="002D5DD5"/>
    <w:rsid w:val="002E0799"/>
    <w:rsid w:val="002E0EDE"/>
    <w:rsid w:val="002E1990"/>
    <w:rsid w:val="002E2280"/>
    <w:rsid w:val="002E2C16"/>
    <w:rsid w:val="002E3F05"/>
    <w:rsid w:val="002E4014"/>
    <w:rsid w:val="002E40EE"/>
    <w:rsid w:val="002E4B08"/>
    <w:rsid w:val="002E69BB"/>
    <w:rsid w:val="002F1B17"/>
    <w:rsid w:val="003007A8"/>
    <w:rsid w:val="003024F8"/>
    <w:rsid w:val="00302FB0"/>
    <w:rsid w:val="003031B8"/>
    <w:rsid w:val="00304263"/>
    <w:rsid w:val="003050A3"/>
    <w:rsid w:val="00312B22"/>
    <w:rsid w:val="003135EE"/>
    <w:rsid w:val="00315513"/>
    <w:rsid w:val="0031576D"/>
    <w:rsid w:val="00315EF1"/>
    <w:rsid w:val="00320756"/>
    <w:rsid w:val="00322D24"/>
    <w:rsid w:val="0032310E"/>
    <w:rsid w:val="003235B3"/>
    <w:rsid w:val="00323832"/>
    <w:rsid w:val="00323C89"/>
    <w:rsid w:val="003248E0"/>
    <w:rsid w:val="00327572"/>
    <w:rsid w:val="0032759E"/>
    <w:rsid w:val="00331A90"/>
    <w:rsid w:val="00331E40"/>
    <w:rsid w:val="00332A3D"/>
    <w:rsid w:val="0033412B"/>
    <w:rsid w:val="003350E0"/>
    <w:rsid w:val="00335467"/>
    <w:rsid w:val="00336B37"/>
    <w:rsid w:val="00336F1F"/>
    <w:rsid w:val="0033748C"/>
    <w:rsid w:val="003377B8"/>
    <w:rsid w:val="00337963"/>
    <w:rsid w:val="00337CFC"/>
    <w:rsid w:val="00337F52"/>
    <w:rsid w:val="0034024B"/>
    <w:rsid w:val="00340A12"/>
    <w:rsid w:val="00342A0D"/>
    <w:rsid w:val="00344F8E"/>
    <w:rsid w:val="003453E9"/>
    <w:rsid w:val="003456F8"/>
    <w:rsid w:val="00351A05"/>
    <w:rsid w:val="0035227E"/>
    <w:rsid w:val="003525E7"/>
    <w:rsid w:val="003544A3"/>
    <w:rsid w:val="00354928"/>
    <w:rsid w:val="00355104"/>
    <w:rsid w:val="003555C5"/>
    <w:rsid w:val="003567F1"/>
    <w:rsid w:val="0036172F"/>
    <w:rsid w:val="0036182C"/>
    <w:rsid w:val="00361B5C"/>
    <w:rsid w:val="00363361"/>
    <w:rsid w:val="00365C0B"/>
    <w:rsid w:val="00374777"/>
    <w:rsid w:val="00376133"/>
    <w:rsid w:val="003768B0"/>
    <w:rsid w:val="00377077"/>
    <w:rsid w:val="0037707E"/>
    <w:rsid w:val="00380757"/>
    <w:rsid w:val="00380D6F"/>
    <w:rsid w:val="0038187D"/>
    <w:rsid w:val="00382A81"/>
    <w:rsid w:val="00382DFF"/>
    <w:rsid w:val="00384E8F"/>
    <w:rsid w:val="0038568D"/>
    <w:rsid w:val="0038587D"/>
    <w:rsid w:val="00385F3E"/>
    <w:rsid w:val="00386565"/>
    <w:rsid w:val="00386928"/>
    <w:rsid w:val="00387AD1"/>
    <w:rsid w:val="00390460"/>
    <w:rsid w:val="00397C78"/>
    <w:rsid w:val="003A3A79"/>
    <w:rsid w:val="003A6B4C"/>
    <w:rsid w:val="003B2015"/>
    <w:rsid w:val="003B28DC"/>
    <w:rsid w:val="003B3335"/>
    <w:rsid w:val="003C2A95"/>
    <w:rsid w:val="003C2B00"/>
    <w:rsid w:val="003C379E"/>
    <w:rsid w:val="003C47CF"/>
    <w:rsid w:val="003C6A09"/>
    <w:rsid w:val="003D20A5"/>
    <w:rsid w:val="003D2DA1"/>
    <w:rsid w:val="003D51B4"/>
    <w:rsid w:val="003D6A35"/>
    <w:rsid w:val="003D7535"/>
    <w:rsid w:val="003E0B42"/>
    <w:rsid w:val="003E0F44"/>
    <w:rsid w:val="003E1D70"/>
    <w:rsid w:val="003E3BF5"/>
    <w:rsid w:val="003E438A"/>
    <w:rsid w:val="003E5218"/>
    <w:rsid w:val="003E530E"/>
    <w:rsid w:val="003E6B0F"/>
    <w:rsid w:val="003F00ED"/>
    <w:rsid w:val="003F100D"/>
    <w:rsid w:val="003F185B"/>
    <w:rsid w:val="003F2C97"/>
    <w:rsid w:val="003F2E95"/>
    <w:rsid w:val="003F3C0E"/>
    <w:rsid w:val="003F3E99"/>
    <w:rsid w:val="003F641F"/>
    <w:rsid w:val="003F674F"/>
    <w:rsid w:val="00403604"/>
    <w:rsid w:val="0040370B"/>
    <w:rsid w:val="00404EB3"/>
    <w:rsid w:val="00405243"/>
    <w:rsid w:val="00406492"/>
    <w:rsid w:val="00407B35"/>
    <w:rsid w:val="00410947"/>
    <w:rsid w:val="004111E3"/>
    <w:rsid w:val="00412A33"/>
    <w:rsid w:val="00415925"/>
    <w:rsid w:val="00415AAB"/>
    <w:rsid w:val="0041607B"/>
    <w:rsid w:val="0041691C"/>
    <w:rsid w:val="00416ECF"/>
    <w:rsid w:val="004178C5"/>
    <w:rsid w:val="00417A28"/>
    <w:rsid w:val="00420327"/>
    <w:rsid w:val="00421838"/>
    <w:rsid w:val="004234D8"/>
    <w:rsid w:val="004254B8"/>
    <w:rsid w:val="00425758"/>
    <w:rsid w:val="00432DB1"/>
    <w:rsid w:val="00434783"/>
    <w:rsid w:val="00436990"/>
    <w:rsid w:val="00441FC8"/>
    <w:rsid w:val="004436BD"/>
    <w:rsid w:val="00443F17"/>
    <w:rsid w:val="00444272"/>
    <w:rsid w:val="00447257"/>
    <w:rsid w:val="00447D14"/>
    <w:rsid w:val="004505D2"/>
    <w:rsid w:val="00450B7F"/>
    <w:rsid w:val="00451A10"/>
    <w:rsid w:val="004534AC"/>
    <w:rsid w:val="00461DAF"/>
    <w:rsid w:val="00463DFC"/>
    <w:rsid w:val="00463F50"/>
    <w:rsid w:val="0046420C"/>
    <w:rsid w:val="0046444B"/>
    <w:rsid w:val="00464B5F"/>
    <w:rsid w:val="0046648C"/>
    <w:rsid w:val="00466A4D"/>
    <w:rsid w:val="00471FA4"/>
    <w:rsid w:val="00472868"/>
    <w:rsid w:val="0047359E"/>
    <w:rsid w:val="00473872"/>
    <w:rsid w:val="004750CD"/>
    <w:rsid w:val="0047612C"/>
    <w:rsid w:val="00477263"/>
    <w:rsid w:val="0048036F"/>
    <w:rsid w:val="00480439"/>
    <w:rsid w:val="00482024"/>
    <w:rsid w:val="004822F3"/>
    <w:rsid w:val="004842AC"/>
    <w:rsid w:val="004858BD"/>
    <w:rsid w:val="00485A1E"/>
    <w:rsid w:val="00485B32"/>
    <w:rsid w:val="00486E06"/>
    <w:rsid w:val="00490C20"/>
    <w:rsid w:val="0049192C"/>
    <w:rsid w:val="00492401"/>
    <w:rsid w:val="00494665"/>
    <w:rsid w:val="004951B6"/>
    <w:rsid w:val="004A28BD"/>
    <w:rsid w:val="004A4EDC"/>
    <w:rsid w:val="004A57A5"/>
    <w:rsid w:val="004A5FD2"/>
    <w:rsid w:val="004B12A0"/>
    <w:rsid w:val="004B14E0"/>
    <w:rsid w:val="004B7190"/>
    <w:rsid w:val="004C0B4F"/>
    <w:rsid w:val="004C249F"/>
    <w:rsid w:val="004C36A4"/>
    <w:rsid w:val="004C37CC"/>
    <w:rsid w:val="004C478E"/>
    <w:rsid w:val="004C7BE8"/>
    <w:rsid w:val="004D1259"/>
    <w:rsid w:val="004D5739"/>
    <w:rsid w:val="004D72C5"/>
    <w:rsid w:val="004E0316"/>
    <w:rsid w:val="004E093B"/>
    <w:rsid w:val="004E157F"/>
    <w:rsid w:val="004E214F"/>
    <w:rsid w:val="004E2292"/>
    <w:rsid w:val="004E3F2A"/>
    <w:rsid w:val="004E496C"/>
    <w:rsid w:val="004E5375"/>
    <w:rsid w:val="004F1464"/>
    <w:rsid w:val="004F22C9"/>
    <w:rsid w:val="004F2DF4"/>
    <w:rsid w:val="004F33A4"/>
    <w:rsid w:val="004F3E4D"/>
    <w:rsid w:val="004F4A69"/>
    <w:rsid w:val="004F605D"/>
    <w:rsid w:val="005005C7"/>
    <w:rsid w:val="0050376A"/>
    <w:rsid w:val="00506E9A"/>
    <w:rsid w:val="00510A85"/>
    <w:rsid w:val="00510DD0"/>
    <w:rsid w:val="00511273"/>
    <w:rsid w:val="00511BF2"/>
    <w:rsid w:val="005143FE"/>
    <w:rsid w:val="0051473C"/>
    <w:rsid w:val="00514DEE"/>
    <w:rsid w:val="005200AD"/>
    <w:rsid w:val="00523B12"/>
    <w:rsid w:val="00525011"/>
    <w:rsid w:val="00526B0A"/>
    <w:rsid w:val="00526FD5"/>
    <w:rsid w:val="0052750E"/>
    <w:rsid w:val="0052777B"/>
    <w:rsid w:val="00532192"/>
    <w:rsid w:val="00532434"/>
    <w:rsid w:val="00533D82"/>
    <w:rsid w:val="0053441B"/>
    <w:rsid w:val="00535039"/>
    <w:rsid w:val="00535C7F"/>
    <w:rsid w:val="00535F4D"/>
    <w:rsid w:val="005377F7"/>
    <w:rsid w:val="005410B1"/>
    <w:rsid w:val="00541E0D"/>
    <w:rsid w:val="0054290B"/>
    <w:rsid w:val="00542FDD"/>
    <w:rsid w:val="00544DA4"/>
    <w:rsid w:val="00547946"/>
    <w:rsid w:val="00547EEA"/>
    <w:rsid w:val="00560B8B"/>
    <w:rsid w:val="00565A7D"/>
    <w:rsid w:val="0057082E"/>
    <w:rsid w:val="00573522"/>
    <w:rsid w:val="00574590"/>
    <w:rsid w:val="00574F80"/>
    <w:rsid w:val="00575329"/>
    <w:rsid w:val="00580520"/>
    <w:rsid w:val="00580CD5"/>
    <w:rsid w:val="00581A1A"/>
    <w:rsid w:val="00582366"/>
    <w:rsid w:val="005834C8"/>
    <w:rsid w:val="005854A2"/>
    <w:rsid w:val="0059047C"/>
    <w:rsid w:val="00590FB9"/>
    <w:rsid w:val="00591555"/>
    <w:rsid w:val="00592A21"/>
    <w:rsid w:val="00593070"/>
    <w:rsid w:val="00595D6E"/>
    <w:rsid w:val="00595F46"/>
    <w:rsid w:val="0059612F"/>
    <w:rsid w:val="00596E9E"/>
    <w:rsid w:val="00597066"/>
    <w:rsid w:val="005A0325"/>
    <w:rsid w:val="005A05B5"/>
    <w:rsid w:val="005A0EF8"/>
    <w:rsid w:val="005A1307"/>
    <w:rsid w:val="005A5B96"/>
    <w:rsid w:val="005B1217"/>
    <w:rsid w:val="005B3ADB"/>
    <w:rsid w:val="005B4FEC"/>
    <w:rsid w:val="005B54D1"/>
    <w:rsid w:val="005B6F76"/>
    <w:rsid w:val="005C020E"/>
    <w:rsid w:val="005C11B6"/>
    <w:rsid w:val="005C25EF"/>
    <w:rsid w:val="005C3E17"/>
    <w:rsid w:val="005C4D61"/>
    <w:rsid w:val="005C4E5E"/>
    <w:rsid w:val="005C6AB3"/>
    <w:rsid w:val="005C7622"/>
    <w:rsid w:val="005D3B1E"/>
    <w:rsid w:val="005D7084"/>
    <w:rsid w:val="005E0331"/>
    <w:rsid w:val="005E0934"/>
    <w:rsid w:val="005E34D2"/>
    <w:rsid w:val="005E6558"/>
    <w:rsid w:val="005E66EA"/>
    <w:rsid w:val="005E7838"/>
    <w:rsid w:val="005F442B"/>
    <w:rsid w:val="005F4586"/>
    <w:rsid w:val="005F5AF4"/>
    <w:rsid w:val="005F5DE9"/>
    <w:rsid w:val="0060114A"/>
    <w:rsid w:val="006019D2"/>
    <w:rsid w:val="006023DC"/>
    <w:rsid w:val="006043B2"/>
    <w:rsid w:val="00605D7A"/>
    <w:rsid w:val="00610197"/>
    <w:rsid w:val="0061429C"/>
    <w:rsid w:val="00615A0D"/>
    <w:rsid w:val="0062039E"/>
    <w:rsid w:val="006203E3"/>
    <w:rsid w:val="00620477"/>
    <w:rsid w:val="00622623"/>
    <w:rsid w:val="006269A3"/>
    <w:rsid w:val="006274B0"/>
    <w:rsid w:val="0062752D"/>
    <w:rsid w:val="006278EA"/>
    <w:rsid w:val="00627FFB"/>
    <w:rsid w:val="00631063"/>
    <w:rsid w:val="00631869"/>
    <w:rsid w:val="00631960"/>
    <w:rsid w:val="00632E50"/>
    <w:rsid w:val="00633E5E"/>
    <w:rsid w:val="00634881"/>
    <w:rsid w:val="00635F31"/>
    <w:rsid w:val="0063603F"/>
    <w:rsid w:val="0063784A"/>
    <w:rsid w:val="00637FB5"/>
    <w:rsid w:val="00640565"/>
    <w:rsid w:val="00640B97"/>
    <w:rsid w:val="00640E82"/>
    <w:rsid w:val="00641E16"/>
    <w:rsid w:val="006444A7"/>
    <w:rsid w:val="0064627F"/>
    <w:rsid w:val="00646FBC"/>
    <w:rsid w:val="00647529"/>
    <w:rsid w:val="00650385"/>
    <w:rsid w:val="006518E2"/>
    <w:rsid w:val="00651C07"/>
    <w:rsid w:val="006533D4"/>
    <w:rsid w:val="0065584E"/>
    <w:rsid w:val="006569C5"/>
    <w:rsid w:val="006575D4"/>
    <w:rsid w:val="0066006A"/>
    <w:rsid w:val="00661116"/>
    <w:rsid w:val="006621DF"/>
    <w:rsid w:val="00666ACD"/>
    <w:rsid w:val="00671620"/>
    <w:rsid w:val="00671A61"/>
    <w:rsid w:val="00671DF6"/>
    <w:rsid w:val="00672CC8"/>
    <w:rsid w:val="006748CE"/>
    <w:rsid w:val="00682459"/>
    <w:rsid w:val="00683B44"/>
    <w:rsid w:val="0068468D"/>
    <w:rsid w:val="0068524C"/>
    <w:rsid w:val="00686AC0"/>
    <w:rsid w:val="00686FF5"/>
    <w:rsid w:val="00690BCD"/>
    <w:rsid w:val="00694608"/>
    <w:rsid w:val="006950FB"/>
    <w:rsid w:val="0069510B"/>
    <w:rsid w:val="006966B9"/>
    <w:rsid w:val="006A1129"/>
    <w:rsid w:val="006A1AFD"/>
    <w:rsid w:val="006A2773"/>
    <w:rsid w:val="006A29D1"/>
    <w:rsid w:val="006A5273"/>
    <w:rsid w:val="006A65C5"/>
    <w:rsid w:val="006B02AF"/>
    <w:rsid w:val="006B3CB4"/>
    <w:rsid w:val="006B4970"/>
    <w:rsid w:val="006B510E"/>
    <w:rsid w:val="006B59D0"/>
    <w:rsid w:val="006B7B38"/>
    <w:rsid w:val="006C0B90"/>
    <w:rsid w:val="006C0BF6"/>
    <w:rsid w:val="006C3041"/>
    <w:rsid w:val="006C6189"/>
    <w:rsid w:val="006C7DAD"/>
    <w:rsid w:val="006D08C0"/>
    <w:rsid w:val="006D1204"/>
    <w:rsid w:val="006D1B79"/>
    <w:rsid w:val="006D1F08"/>
    <w:rsid w:val="006D32B2"/>
    <w:rsid w:val="006D4923"/>
    <w:rsid w:val="006E24DF"/>
    <w:rsid w:val="006E4558"/>
    <w:rsid w:val="006E45E6"/>
    <w:rsid w:val="006F02BA"/>
    <w:rsid w:val="006F0300"/>
    <w:rsid w:val="006F060B"/>
    <w:rsid w:val="006F0E8F"/>
    <w:rsid w:val="006F1AFB"/>
    <w:rsid w:val="00700960"/>
    <w:rsid w:val="00701F75"/>
    <w:rsid w:val="0070325D"/>
    <w:rsid w:val="007033D0"/>
    <w:rsid w:val="007072CA"/>
    <w:rsid w:val="00710AE7"/>
    <w:rsid w:val="007119D6"/>
    <w:rsid w:val="00712631"/>
    <w:rsid w:val="00712A81"/>
    <w:rsid w:val="0071411D"/>
    <w:rsid w:val="00720ABD"/>
    <w:rsid w:val="00720FBA"/>
    <w:rsid w:val="007222DB"/>
    <w:rsid w:val="007228A4"/>
    <w:rsid w:val="00722B9A"/>
    <w:rsid w:val="0072320D"/>
    <w:rsid w:val="00726023"/>
    <w:rsid w:val="007267D2"/>
    <w:rsid w:val="00726CEF"/>
    <w:rsid w:val="00727619"/>
    <w:rsid w:val="007279D8"/>
    <w:rsid w:val="00730EE1"/>
    <w:rsid w:val="00731870"/>
    <w:rsid w:val="007331FA"/>
    <w:rsid w:val="00733433"/>
    <w:rsid w:val="007339BF"/>
    <w:rsid w:val="00742574"/>
    <w:rsid w:val="0074351A"/>
    <w:rsid w:val="00744758"/>
    <w:rsid w:val="00745D05"/>
    <w:rsid w:val="00745E64"/>
    <w:rsid w:val="007462FF"/>
    <w:rsid w:val="00747DE1"/>
    <w:rsid w:val="007507EC"/>
    <w:rsid w:val="00751DA6"/>
    <w:rsid w:val="007538A8"/>
    <w:rsid w:val="00754A44"/>
    <w:rsid w:val="00755234"/>
    <w:rsid w:val="007569CC"/>
    <w:rsid w:val="0076089F"/>
    <w:rsid w:val="007621BB"/>
    <w:rsid w:val="00764C12"/>
    <w:rsid w:val="00765571"/>
    <w:rsid w:val="007667A2"/>
    <w:rsid w:val="0076757D"/>
    <w:rsid w:val="00771AF0"/>
    <w:rsid w:val="00771B6F"/>
    <w:rsid w:val="00772A79"/>
    <w:rsid w:val="00774290"/>
    <w:rsid w:val="00775A60"/>
    <w:rsid w:val="00777030"/>
    <w:rsid w:val="0077709F"/>
    <w:rsid w:val="007817FF"/>
    <w:rsid w:val="00782564"/>
    <w:rsid w:val="00782787"/>
    <w:rsid w:val="00782F2C"/>
    <w:rsid w:val="00786458"/>
    <w:rsid w:val="00787843"/>
    <w:rsid w:val="00790E52"/>
    <w:rsid w:val="00791234"/>
    <w:rsid w:val="00791922"/>
    <w:rsid w:val="0079310F"/>
    <w:rsid w:val="00793ECE"/>
    <w:rsid w:val="00795641"/>
    <w:rsid w:val="00795668"/>
    <w:rsid w:val="007963A1"/>
    <w:rsid w:val="007A0D0F"/>
    <w:rsid w:val="007A1AEC"/>
    <w:rsid w:val="007A4631"/>
    <w:rsid w:val="007A5023"/>
    <w:rsid w:val="007A5A7C"/>
    <w:rsid w:val="007A604C"/>
    <w:rsid w:val="007A707F"/>
    <w:rsid w:val="007A7494"/>
    <w:rsid w:val="007A7A2D"/>
    <w:rsid w:val="007B0E49"/>
    <w:rsid w:val="007B3592"/>
    <w:rsid w:val="007B3921"/>
    <w:rsid w:val="007B45BC"/>
    <w:rsid w:val="007B4C9B"/>
    <w:rsid w:val="007B661F"/>
    <w:rsid w:val="007B7432"/>
    <w:rsid w:val="007B7795"/>
    <w:rsid w:val="007C202D"/>
    <w:rsid w:val="007C41CF"/>
    <w:rsid w:val="007C664D"/>
    <w:rsid w:val="007C66C9"/>
    <w:rsid w:val="007C692B"/>
    <w:rsid w:val="007C6C68"/>
    <w:rsid w:val="007D22AA"/>
    <w:rsid w:val="007D483B"/>
    <w:rsid w:val="007D6076"/>
    <w:rsid w:val="007D6B70"/>
    <w:rsid w:val="007D75A2"/>
    <w:rsid w:val="007D79D2"/>
    <w:rsid w:val="007E2031"/>
    <w:rsid w:val="007E27A8"/>
    <w:rsid w:val="007E43D3"/>
    <w:rsid w:val="007E480D"/>
    <w:rsid w:val="007E536E"/>
    <w:rsid w:val="007E7A8B"/>
    <w:rsid w:val="007F0444"/>
    <w:rsid w:val="007F2BD0"/>
    <w:rsid w:val="007F4CF6"/>
    <w:rsid w:val="007F5C7F"/>
    <w:rsid w:val="007F5D57"/>
    <w:rsid w:val="00800F98"/>
    <w:rsid w:val="00801FE0"/>
    <w:rsid w:val="00802B3E"/>
    <w:rsid w:val="00806113"/>
    <w:rsid w:val="00806161"/>
    <w:rsid w:val="008061DD"/>
    <w:rsid w:val="00807341"/>
    <w:rsid w:val="00810C1A"/>
    <w:rsid w:val="008115F0"/>
    <w:rsid w:val="00812850"/>
    <w:rsid w:val="00816E33"/>
    <w:rsid w:val="00823FE8"/>
    <w:rsid w:val="00825CF7"/>
    <w:rsid w:val="00825EAE"/>
    <w:rsid w:val="008338C2"/>
    <w:rsid w:val="008348EC"/>
    <w:rsid w:val="00834F49"/>
    <w:rsid w:val="00835C91"/>
    <w:rsid w:val="0084031B"/>
    <w:rsid w:val="00844A32"/>
    <w:rsid w:val="00845064"/>
    <w:rsid w:val="00845C0F"/>
    <w:rsid w:val="00850303"/>
    <w:rsid w:val="00851722"/>
    <w:rsid w:val="008521E3"/>
    <w:rsid w:val="00852C8E"/>
    <w:rsid w:val="0085448A"/>
    <w:rsid w:val="00855E7F"/>
    <w:rsid w:val="008567A9"/>
    <w:rsid w:val="0085763D"/>
    <w:rsid w:val="00857790"/>
    <w:rsid w:val="00857892"/>
    <w:rsid w:val="00860EB8"/>
    <w:rsid w:val="0086150F"/>
    <w:rsid w:val="0086245E"/>
    <w:rsid w:val="00862DB7"/>
    <w:rsid w:val="00866D84"/>
    <w:rsid w:val="0087187B"/>
    <w:rsid w:val="0087279E"/>
    <w:rsid w:val="00873AA9"/>
    <w:rsid w:val="0087461F"/>
    <w:rsid w:val="00877D1F"/>
    <w:rsid w:val="00877D51"/>
    <w:rsid w:val="0088573C"/>
    <w:rsid w:val="0088640F"/>
    <w:rsid w:val="00890307"/>
    <w:rsid w:val="00893D4C"/>
    <w:rsid w:val="00895C44"/>
    <w:rsid w:val="00896ED5"/>
    <w:rsid w:val="008A0F73"/>
    <w:rsid w:val="008A154E"/>
    <w:rsid w:val="008A1633"/>
    <w:rsid w:val="008A1BA4"/>
    <w:rsid w:val="008A28AC"/>
    <w:rsid w:val="008A49A2"/>
    <w:rsid w:val="008A5971"/>
    <w:rsid w:val="008A6FB5"/>
    <w:rsid w:val="008B0B3B"/>
    <w:rsid w:val="008B1DB1"/>
    <w:rsid w:val="008B3983"/>
    <w:rsid w:val="008B4DF0"/>
    <w:rsid w:val="008B7022"/>
    <w:rsid w:val="008B720A"/>
    <w:rsid w:val="008C2105"/>
    <w:rsid w:val="008C231B"/>
    <w:rsid w:val="008C78C6"/>
    <w:rsid w:val="008C792E"/>
    <w:rsid w:val="008D07F1"/>
    <w:rsid w:val="008D0C87"/>
    <w:rsid w:val="008D23E7"/>
    <w:rsid w:val="008D3D4D"/>
    <w:rsid w:val="008D6BE0"/>
    <w:rsid w:val="008E043B"/>
    <w:rsid w:val="008E52F4"/>
    <w:rsid w:val="008E553A"/>
    <w:rsid w:val="008E6FA7"/>
    <w:rsid w:val="008E70C9"/>
    <w:rsid w:val="008F14FD"/>
    <w:rsid w:val="008F166B"/>
    <w:rsid w:val="008F1EF7"/>
    <w:rsid w:val="008F2E20"/>
    <w:rsid w:val="008F74AB"/>
    <w:rsid w:val="008F7CBA"/>
    <w:rsid w:val="00900006"/>
    <w:rsid w:val="009000C3"/>
    <w:rsid w:val="00901053"/>
    <w:rsid w:val="00903915"/>
    <w:rsid w:val="0090547A"/>
    <w:rsid w:val="00906F76"/>
    <w:rsid w:val="009070F3"/>
    <w:rsid w:val="009113A5"/>
    <w:rsid w:val="00911930"/>
    <w:rsid w:val="009144AD"/>
    <w:rsid w:val="00915BF6"/>
    <w:rsid w:val="009165AC"/>
    <w:rsid w:val="009200CC"/>
    <w:rsid w:val="009203E4"/>
    <w:rsid w:val="00921024"/>
    <w:rsid w:val="009212D6"/>
    <w:rsid w:val="009222F4"/>
    <w:rsid w:val="009225AC"/>
    <w:rsid w:val="00922BD6"/>
    <w:rsid w:val="00923E66"/>
    <w:rsid w:val="00924029"/>
    <w:rsid w:val="00927442"/>
    <w:rsid w:val="00927FDA"/>
    <w:rsid w:val="00930F30"/>
    <w:rsid w:val="00931170"/>
    <w:rsid w:val="0093255C"/>
    <w:rsid w:val="009338EB"/>
    <w:rsid w:val="00933CCD"/>
    <w:rsid w:val="00934C61"/>
    <w:rsid w:val="009378D6"/>
    <w:rsid w:val="00937E0D"/>
    <w:rsid w:val="00937EB1"/>
    <w:rsid w:val="00943F0D"/>
    <w:rsid w:val="009446BB"/>
    <w:rsid w:val="0094690D"/>
    <w:rsid w:val="00946C9B"/>
    <w:rsid w:val="00947E4E"/>
    <w:rsid w:val="00951CF5"/>
    <w:rsid w:val="00952009"/>
    <w:rsid w:val="009541CF"/>
    <w:rsid w:val="00954AA0"/>
    <w:rsid w:val="00956BA7"/>
    <w:rsid w:val="00956F71"/>
    <w:rsid w:val="00957508"/>
    <w:rsid w:val="00960188"/>
    <w:rsid w:val="0096103E"/>
    <w:rsid w:val="00962F50"/>
    <w:rsid w:val="00965671"/>
    <w:rsid w:val="00965820"/>
    <w:rsid w:val="00967296"/>
    <w:rsid w:val="00970419"/>
    <w:rsid w:val="0097219A"/>
    <w:rsid w:val="00973153"/>
    <w:rsid w:val="009748DA"/>
    <w:rsid w:val="00974A0B"/>
    <w:rsid w:val="0097573E"/>
    <w:rsid w:val="00977AC0"/>
    <w:rsid w:val="009801BE"/>
    <w:rsid w:val="009808D3"/>
    <w:rsid w:val="00981E30"/>
    <w:rsid w:val="0098328A"/>
    <w:rsid w:val="00984BA1"/>
    <w:rsid w:val="00984C55"/>
    <w:rsid w:val="00986905"/>
    <w:rsid w:val="00986D5D"/>
    <w:rsid w:val="00987173"/>
    <w:rsid w:val="009871B6"/>
    <w:rsid w:val="009873FD"/>
    <w:rsid w:val="00991654"/>
    <w:rsid w:val="00992B55"/>
    <w:rsid w:val="0099574D"/>
    <w:rsid w:val="009A04F3"/>
    <w:rsid w:val="009A04F8"/>
    <w:rsid w:val="009A1FE1"/>
    <w:rsid w:val="009A3140"/>
    <w:rsid w:val="009A3CE1"/>
    <w:rsid w:val="009A5B05"/>
    <w:rsid w:val="009A7227"/>
    <w:rsid w:val="009A756F"/>
    <w:rsid w:val="009B1D25"/>
    <w:rsid w:val="009B723A"/>
    <w:rsid w:val="009B759A"/>
    <w:rsid w:val="009C002D"/>
    <w:rsid w:val="009C069E"/>
    <w:rsid w:val="009C0FBA"/>
    <w:rsid w:val="009C143E"/>
    <w:rsid w:val="009C3ED7"/>
    <w:rsid w:val="009C5555"/>
    <w:rsid w:val="009C6F4C"/>
    <w:rsid w:val="009C7ABA"/>
    <w:rsid w:val="009D3EE1"/>
    <w:rsid w:val="009D4CD5"/>
    <w:rsid w:val="009D5300"/>
    <w:rsid w:val="009D5634"/>
    <w:rsid w:val="009D6F32"/>
    <w:rsid w:val="009D7914"/>
    <w:rsid w:val="009E2B41"/>
    <w:rsid w:val="009E3913"/>
    <w:rsid w:val="009E3A6A"/>
    <w:rsid w:val="009E649A"/>
    <w:rsid w:val="009F2185"/>
    <w:rsid w:val="009F25EE"/>
    <w:rsid w:val="009F2924"/>
    <w:rsid w:val="009F4FB1"/>
    <w:rsid w:val="009F5137"/>
    <w:rsid w:val="009F7705"/>
    <w:rsid w:val="009F7978"/>
    <w:rsid w:val="009F7D5C"/>
    <w:rsid w:val="00A02C6D"/>
    <w:rsid w:val="00A02E99"/>
    <w:rsid w:val="00A03C62"/>
    <w:rsid w:val="00A056E8"/>
    <w:rsid w:val="00A0697C"/>
    <w:rsid w:val="00A06AA9"/>
    <w:rsid w:val="00A10073"/>
    <w:rsid w:val="00A11882"/>
    <w:rsid w:val="00A11CC6"/>
    <w:rsid w:val="00A12492"/>
    <w:rsid w:val="00A13A8C"/>
    <w:rsid w:val="00A16C4D"/>
    <w:rsid w:val="00A17F6A"/>
    <w:rsid w:val="00A23F61"/>
    <w:rsid w:val="00A27D96"/>
    <w:rsid w:val="00A27DC0"/>
    <w:rsid w:val="00A3075F"/>
    <w:rsid w:val="00A30A55"/>
    <w:rsid w:val="00A340F5"/>
    <w:rsid w:val="00A36CA2"/>
    <w:rsid w:val="00A37552"/>
    <w:rsid w:val="00A37871"/>
    <w:rsid w:val="00A4186C"/>
    <w:rsid w:val="00A42721"/>
    <w:rsid w:val="00A427F4"/>
    <w:rsid w:val="00A42E38"/>
    <w:rsid w:val="00A448C8"/>
    <w:rsid w:val="00A4675B"/>
    <w:rsid w:val="00A47247"/>
    <w:rsid w:val="00A50429"/>
    <w:rsid w:val="00A51E7E"/>
    <w:rsid w:val="00A53FA6"/>
    <w:rsid w:val="00A554A3"/>
    <w:rsid w:val="00A55906"/>
    <w:rsid w:val="00A57BED"/>
    <w:rsid w:val="00A601FF"/>
    <w:rsid w:val="00A6659D"/>
    <w:rsid w:val="00A66DF8"/>
    <w:rsid w:val="00A701C5"/>
    <w:rsid w:val="00A70FAB"/>
    <w:rsid w:val="00A712D1"/>
    <w:rsid w:val="00A714E9"/>
    <w:rsid w:val="00A72DDB"/>
    <w:rsid w:val="00A73651"/>
    <w:rsid w:val="00A7433C"/>
    <w:rsid w:val="00A75208"/>
    <w:rsid w:val="00A75BC0"/>
    <w:rsid w:val="00A76792"/>
    <w:rsid w:val="00A77C28"/>
    <w:rsid w:val="00A84216"/>
    <w:rsid w:val="00A851DA"/>
    <w:rsid w:val="00A851F8"/>
    <w:rsid w:val="00A859FD"/>
    <w:rsid w:val="00A86D50"/>
    <w:rsid w:val="00A90136"/>
    <w:rsid w:val="00A939A6"/>
    <w:rsid w:val="00A93C00"/>
    <w:rsid w:val="00A94488"/>
    <w:rsid w:val="00A94731"/>
    <w:rsid w:val="00A97D69"/>
    <w:rsid w:val="00AA2986"/>
    <w:rsid w:val="00AA2D6C"/>
    <w:rsid w:val="00AA49A4"/>
    <w:rsid w:val="00AA4C90"/>
    <w:rsid w:val="00AA4EFB"/>
    <w:rsid w:val="00AA6524"/>
    <w:rsid w:val="00AA6FFF"/>
    <w:rsid w:val="00AB0F7B"/>
    <w:rsid w:val="00AB30B5"/>
    <w:rsid w:val="00AB3576"/>
    <w:rsid w:val="00AB3EE3"/>
    <w:rsid w:val="00AB4B79"/>
    <w:rsid w:val="00AB5711"/>
    <w:rsid w:val="00AB7EFE"/>
    <w:rsid w:val="00AC216B"/>
    <w:rsid w:val="00AC4314"/>
    <w:rsid w:val="00AC4BDD"/>
    <w:rsid w:val="00AC52ED"/>
    <w:rsid w:val="00AC5CF3"/>
    <w:rsid w:val="00AD151B"/>
    <w:rsid w:val="00AD3D64"/>
    <w:rsid w:val="00AD556F"/>
    <w:rsid w:val="00AD5B19"/>
    <w:rsid w:val="00AD5C29"/>
    <w:rsid w:val="00AD689E"/>
    <w:rsid w:val="00AE1F3B"/>
    <w:rsid w:val="00AE24D4"/>
    <w:rsid w:val="00AE260B"/>
    <w:rsid w:val="00AE4B10"/>
    <w:rsid w:val="00AE621C"/>
    <w:rsid w:val="00AF034C"/>
    <w:rsid w:val="00AF08FD"/>
    <w:rsid w:val="00AF14DC"/>
    <w:rsid w:val="00AF1B36"/>
    <w:rsid w:val="00AF226B"/>
    <w:rsid w:val="00AF2F83"/>
    <w:rsid w:val="00AF3672"/>
    <w:rsid w:val="00AF3B44"/>
    <w:rsid w:val="00AF5391"/>
    <w:rsid w:val="00AF6E59"/>
    <w:rsid w:val="00B011CC"/>
    <w:rsid w:val="00B10A49"/>
    <w:rsid w:val="00B10F34"/>
    <w:rsid w:val="00B12858"/>
    <w:rsid w:val="00B1697C"/>
    <w:rsid w:val="00B20419"/>
    <w:rsid w:val="00B217F9"/>
    <w:rsid w:val="00B21D3C"/>
    <w:rsid w:val="00B223B8"/>
    <w:rsid w:val="00B23423"/>
    <w:rsid w:val="00B307EF"/>
    <w:rsid w:val="00B370D2"/>
    <w:rsid w:val="00B41CB7"/>
    <w:rsid w:val="00B41F85"/>
    <w:rsid w:val="00B4206D"/>
    <w:rsid w:val="00B429A6"/>
    <w:rsid w:val="00B43921"/>
    <w:rsid w:val="00B44224"/>
    <w:rsid w:val="00B45112"/>
    <w:rsid w:val="00B46AC0"/>
    <w:rsid w:val="00B50481"/>
    <w:rsid w:val="00B5127F"/>
    <w:rsid w:val="00B522F7"/>
    <w:rsid w:val="00B53162"/>
    <w:rsid w:val="00B53402"/>
    <w:rsid w:val="00B546F2"/>
    <w:rsid w:val="00B55F5E"/>
    <w:rsid w:val="00B60257"/>
    <w:rsid w:val="00B61E5A"/>
    <w:rsid w:val="00B64288"/>
    <w:rsid w:val="00B675EF"/>
    <w:rsid w:val="00B67F6B"/>
    <w:rsid w:val="00B726F1"/>
    <w:rsid w:val="00B7338F"/>
    <w:rsid w:val="00B74F7D"/>
    <w:rsid w:val="00B75C59"/>
    <w:rsid w:val="00B760BA"/>
    <w:rsid w:val="00B8082B"/>
    <w:rsid w:val="00B81A5E"/>
    <w:rsid w:val="00B85AD4"/>
    <w:rsid w:val="00B9014A"/>
    <w:rsid w:val="00B906F7"/>
    <w:rsid w:val="00B92FAC"/>
    <w:rsid w:val="00B95E9B"/>
    <w:rsid w:val="00B96210"/>
    <w:rsid w:val="00BA0637"/>
    <w:rsid w:val="00BA08AE"/>
    <w:rsid w:val="00BA0F49"/>
    <w:rsid w:val="00BA3E71"/>
    <w:rsid w:val="00BA3F15"/>
    <w:rsid w:val="00BA63A8"/>
    <w:rsid w:val="00BB1838"/>
    <w:rsid w:val="00BB1A98"/>
    <w:rsid w:val="00BB4F95"/>
    <w:rsid w:val="00BC0B1B"/>
    <w:rsid w:val="00BC184F"/>
    <w:rsid w:val="00BC21D3"/>
    <w:rsid w:val="00BC24C0"/>
    <w:rsid w:val="00BC3B2C"/>
    <w:rsid w:val="00BC570A"/>
    <w:rsid w:val="00BC66DD"/>
    <w:rsid w:val="00BD262C"/>
    <w:rsid w:val="00BD419E"/>
    <w:rsid w:val="00BD4983"/>
    <w:rsid w:val="00BD4EB2"/>
    <w:rsid w:val="00BD5DC2"/>
    <w:rsid w:val="00BE0B1F"/>
    <w:rsid w:val="00BE0E93"/>
    <w:rsid w:val="00BE1757"/>
    <w:rsid w:val="00BE1BF7"/>
    <w:rsid w:val="00BE1F83"/>
    <w:rsid w:val="00BE38E8"/>
    <w:rsid w:val="00BE39C3"/>
    <w:rsid w:val="00BE4D69"/>
    <w:rsid w:val="00BE6F3C"/>
    <w:rsid w:val="00BE785E"/>
    <w:rsid w:val="00BE7B9C"/>
    <w:rsid w:val="00BF3099"/>
    <w:rsid w:val="00BF4EF9"/>
    <w:rsid w:val="00BF68B4"/>
    <w:rsid w:val="00BF6B8C"/>
    <w:rsid w:val="00BF7ACC"/>
    <w:rsid w:val="00C0427C"/>
    <w:rsid w:val="00C04C65"/>
    <w:rsid w:val="00C05967"/>
    <w:rsid w:val="00C078FE"/>
    <w:rsid w:val="00C10372"/>
    <w:rsid w:val="00C122F3"/>
    <w:rsid w:val="00C123F5"/>
    <w:rsid w:val="00C1418C"/>
    <w:rsid w:val="00C14AD0"/>
    <w:rsid w:val="00C16E52"/>
    <w:rsid w:val="00C17616"/>
    <w:rsid w:val="00C1787B"/>
    <w:rsid w:val="00C17C82"/>
    <w:rsid w:val="00C17CCC"/>
    <w:rsid w:val="00C2249E"/>
    <w:rsid w:val="00C224CC"/>
    <w:rsid w:val="00C22D67"/>
    <w:rsid w:val="00C24B0A"/>
    <w:rsid w:val="00C26104"/>
    <w:rsid w:val="00C30E75"/>
    <w:rsid w:val="00C318C9"/>
    <w:rsid w:val="00C31E7E"/>
    <w:rsid w:val="00C32076"/>
    <w:rsid w:val="00C32F9D"/>
    <w:rsid w:val="00C400C9"/>
    <w:rsid w:val="00C423B0"/>
    <w:rsid w:val="00C42CA7"/>
    <w:rsid w:val="00C42D56"/>
    <w:rsid w:val="00C4351F"/>
    <w:rsid w:val="00C4734E"/>
    <w:rsid w:val="00C50E28"/>
    <w:rsid w:val="00C51094"/>
    <w:rsid w:val="00C608A8"/>
    <w:rsid w:val="00C61603"/>
    <w:rsid w:val="00C67ACA"/>
    <w:rsid w:val="00C67CE6"/>
    <w:rsid w:val="00C71750"/>
    <w:rsid w:val="00C721F5"/>
    <w:rsid w:val="00C74BB4"/>
    <w:rsid w:val="00C7501E"/>
    <w:rsid w:val="00C75201"/>
    <w:rsid w:val="00C757EC"/>
    <w:rsid w:val="00C759C5"/>
    <w:rsid w:val="00C75FD2"/>
    <w:rsid w:val="00C773AA"/>
    <w:rsid w:val="00C77720"/>
    <w:rsid w:val="00C8089E"/>
    <w:rsid w:val="00C825A7"/>
    <w:rsid w:val="00C85E70"/>
    <w:rsid w:val="00C866AC"/>
    <w:rsid w:val="00C87595"/>
    <w:rsid w:val="00C903D2"/>
    <w:rsid w:val="00C90BEA"/>
    <w:rsid w:val="00C91AF3"/>
    <w:rsid w:val="00C929AD"/>
    <w:rsid w:val="00C94CC1"/>
    <w:rsid w:val="00C94F66"/>
    <w:rsid w:val="00C95B6E"/>
    <w:rsid w:val="00C95BCB"/>
    <w:rsid w:val="00C97375"/>
    <w:rsid w:val="00C97BE8"/>
    <w:rsid w:val="00CA0F71"/>
    <w:rsid w:val="00CA120C"/>
    <w:rsid w:val="00CA1AB0"/>
    <w:rsid w:val="00CA22AD"/>
    <w:rsid w:val="00CA5E76"/>
    <w:rsid w:val="00CA7AA3"/>
    <w:rsid w:val="00CB0380"/>
    <w:rsid w:val="00CB0AFE"/>
    <w:rsid w:val="00CB2A16"/>
    <w:rsid w:val="00CB57A7"/>
    <w:rsid w:val="00CB5CAB"/>
    <w:rsid w:val="00CB64CA"/>
    <w:rsid w:val="00CB6EE9"/>
    <w:rsid w:val="00CB7BFF"/>
    <w:rsid w:val="00CC1B71"/>
    <w:rsid w:val="00CC2A3B"/>
    <w:rsid w:val="00CC304C"/>
    <w:rsid w:val="00CC3B59"/>
    <w:rsid w:val="00CC5BA2"/>
    <w:rsid w:val="00CC6E66"/>
    <w:rsid w:val="00CD4F68"/>
    <w:rsid w:val="00CD6E4B"/>
    <w:rsid w:val="00CD7980"/>
    <w:rsid w:val="00CE09B3"/>
    <w:rsid w:val="00CE1275"/>
    <w:rsid w:val="00CE137C"/>
    <w:rsid w:val="00CE3133"/>
    <w:rsid w:val="00CE3E43"/>
    <w:rsid w:val="00CE662B"/>
    <w:rsid w:val="00CE710F"/>
    <w:rsid w:val="00CE7905"/>
    <w:rsid w:val="00CF0972"/>
    <w:rsid w:val="00CF4645"/>
    <w:rsid w:val="00CF6535"/>
    <w:rsid w:val="00CF718B"/>
    <w:rsid w:val="00CF756F"/>
    <w:rsid w:val="00CF76B2"/>
    <w:rsid w:val="00D00515"/>
    <w:rsid w:val="00D014ED"/>
    <w:rsid w:val="00D01761"/>
    <w:rsid w:val="00D02A13"/>
    <w:rsid w:val="00D03DF2"/>
    <w:rsid w:val="00D03F4A"/>
    <w:rsid w:val="00D05084"/>
    <w:rsid w:val="00D05C95"/>
    <w:rsid w:val="00D05DE3"/>
    <w:rsid w:val="00D0671F"/>
    <w:rsid w:val="00D06E1E"/>
    <w:rsid w:val="00D07E70"/>
    <w:rsid w:val="00D11B62"/>
    <w:rsid w:val="00D138CB"/>
    <w:rsid w:val="00D1624B"/>
    <w:rsid w:val="00D16C47"/>
    <w:rsid w:val="00D20043"/>
    <w:rsid w:val="00D2239C"/>
    <w:rsid w:val="00D22FB5"/>
    <w:rsid w:val="00D24DDA"/>
    <w:rsid w:val="00D27BBF"/>
    <w:rsid w:val="00D27BCE"/>
    <w:rsid w:val="00D27F12"/>
    <w:rsid w:val="00D30834"/>
    <w:rsid w:val="00D31104"/>
    <w:rsid w:val="00D3272E"/>
    <w:rsid w:val="00D35261"/>
    <w:rsid w:val="00D36101"/>
    <w:rsid w:val="00D37530"/>
    <w:rsid w:val="00D44E82"/>
    <w:rsid w:val="00D45E3D"/>
    <w:rsid w:val="00D45EA5"/>
    <w:rsid w:val="00D50F78"/>
    <w:rsid w:val="00D512ED"/>
    <w:rsid w:val="00D65353"/>
    <w:rsid w:val="00D678A8"/>
    <w:rsid w:val="00D715BF"/>
    <w:rsid w:val="00D717AD"/>
    <w:rsid w:val="00D72B89"/>
    <w:rsid w:val="00D73AA7"/>
    <w:rsid w:val="00D772F7"/>
    <w:rsid w:val="00D8189F"/>
    <w:rsid w:val="00D86858"/>
    <w:rsid w:val="00D86A03"/>
    <w:rsid w:val="00D86E25"/>
    <w:rsid w:val="00D87D4F"/>
    <w:rsid w:val="00D90F61"/>
    <w:rsid w:val="00D9490B"/>
    <w:rsid w:val="00D94ED2"/>
    <w:rsid w:val="00DA76C6"/>
    <w:rsid w:val="00DA7B71"/>
    <w:rsid w:val="00DB0E39"/>
    <w:rsid w:val="00DB2C8E"/>
    <w:rsid w:val="00DB2FBF"/>
    <w:rsid w:val="00DB35B1"/>
    <w:rsid w:val="00DB3D29"/>
    <w:rsid w:val="00DB479D"/>
    <w:rsid w:val="00DB541F"/>
    <w:rsid w:val="00DB6742"/>
    <w:rsid w:val="00DB6AD6"/>
    <w:rsid w:val="00DB6E27"/>
    <w:rsid w:val="00DC0BC0"/>
    <w:rsid w:val="00DC0C12"/>
    <w:rsid w:val="00DC0E84"/>
    <w:rsid w:val="00DC1833"/>
    <w:rsid w:val="00DC1B59"/>
    <w:rsid w:val="00DC1F22"/>
    <w:rsid w:val="00DC2488"/>
    <w:rsid w:val="00DC5427"/>
    <w:rsid w:val="00DC58EE"/>
    <w:rsid w:val="00DD1904"/>
    <w:rsid w:val="00DD2581"/>
    <w:rsid w:val="00DD4462"/>
    <w:rsid w:val="00DD4E7E"/>
    <w:rsid w:val="00DD534B"/>
    <w:rsid w:val="00DD65DC"/>
    <w:rsid w:val="00DD6A9F"/>
    <w:rsid w:val="00DE02E1"/>
    <w:rsid w:val="00DE0303"/>
    <w:rsid w:val="00DE3159"/>
    <w:rsid w:val="00DE5103"/>
    <w:rsid w:val="00DE61B0"/>
    <w:rsid w:val="00DF0501"/>
    <w:rsid w:val="00DF326E"/>
    <w:rsid w:val="00DF3681"/>
    <w:rsid w:val="00DF4E26"/>
    <w:rsid w:val="00DF580C"/>
    <w:rsid w:val="00DF5CC2"/>
    <w:rsid w:val="00E0159C"/>
    <w:rsid w:val="00E02379"/>
    <w:rsid w:val="00E02B93"/>
    <w:rsid w:val="00E10092"/>
    <w:rsid w:val="00E104F0"/>
    <w:rsid w:val="00E10FD1"/>
    <w:rsid w:val="00E1143E"/>
    <w:rsid w:val="00E14D9D"/>
    <w:rsid w:val="00E15B87"/>
    <w:rsid w:val="00E16220"/>
    <w:rsid w:val="00E16931"/>
    <w:rsid w:val="00E17BA9"/>
    <w:rsid w:val="00E203C0"/>
    <w:rsid w:val="00E21A57"/>
    <w:rsid w:val="00E21D51"/>
    <w:rsid w:val="00E223A8"/>
    <w:rsid w:val="00E2548E"/>
    <w:rsid w:val="00E26CEC"/>
    <w:rsid w:val="00E26D39"/>
    <w:rsid w:val="00E3124E"/>
    <w:rsid w:val="00E33C89"/>
    <w:rsid w:val="00E33F87"/>
    <w:rsid w:val="00E3407A"/>
    <w:rsid w:val="00E34C5B"/>
    <w:rsid w:val="00E35DED"/>
    <w:rsid w:val="00E376DA"/>
    <w:rsid w:val="00E43EAA"/>
    <w:rsid w:val="00E44466"/>
    <w:rsid w:val="00E44AD8"/>
    <w:rsid w:val="00E461F3"/>
    <w:rsid w:val="00E5074A"/>
    <w:rsid w:val="00E51B53"/>
    <w:rsid w:val="00E52B5A"/>
    <w:rsid w:val="00E54039"/>
    <w:rsid w:val="00E566F1"/>
    <w:rsid w:val="00E572B0"/>
    <w:rsid w:val="00E61454"/>
    <w:rsid w:val="00E6448E"/>
    <w:rsid w:val="00E65B83"/>
    <w:rsid w:val="00E66C3C"/>
    <w:rsid w:val="00E67733"/>
    <w:rsid w:val="00E71C0F"/>
    <w:rsid w:val="00E720B1"/>
    <w:rsid w:val="00E72B8C"/>
    <w:rsid w:val="00E7417E"/>
    <w:rsid w:val="00E80263"/>
    <w:rsid w:val="00E80BBC"/>
    <w:rsid w:val="00E81773"/>
    <w:rsid w:val="00E833D9"/>
    <w:rsid w:val="00E83452"/>
    <w:rsid w:val="00E85D07"/>
    <w:rsid w:val="00E86141"/>
    <w:rsid w:val="00E86227"/>
    <w:rsid w:val="00E87BBD"/>
    <w:rsid w:val="00E90012"/>
    <w:rsid w:val="00E91BF3"/>
    <w:rsid w:val="00E92764"/>
    <w:rsid w:val="00E92960"/>
    <w:rsid w:val="00E930D7"/>
    <w:rsid w:val="00E9460E"/>
    <w:rsid w:val="00E959F0"/>
    <w:rsid w:val="00E96030"/>
    <w:rsid w:val="00E970E2"/>
    <w:rsid w:val="00E97B8E"/>
    <w:rsid w:val="00EA0927"/>
    <w:rsid w:val="00EA0BDB"/>
    <w:rsid w:val="00EA0FF6"/>
    <w:rsid w:val="00EA42B2"/>
    <w:rsid w:val="00EA555D"/>
    <w:rsid w:val="00EA5802"/>
    <w:rsid w:val="00EA69F6"/>
    <w:rsid w:val="00EA6A6D"/>
    <w:rsid w:val="00EA7942"/>
    <w:rsid w:val="00EB3DF2"/>
    <w:rsid w:val="00EB443B"/>
    <w:rsid w:val="00EB4466"/>
    <w:rsid w:val="00EB5477"/>
    <w:rsid w:val="00EB554B"/>
    <w:rsid w:val="00EB6F02"/>
    <w:rsid w:val="00EB7864"/>
    <w:rsid w:val="00EC2022"/>
    <w:rsid w:val="00EC47BB"/>
    <w:rsid w:val="00EC5EE1"/>
    <w:rsid w:val="00EC6A9F"/>
    <w:rsid w:val="00EC6D20"/>
    <w:rsid w:val="00EC7A7C"/>
    <w:rsid w:val="00ED0E11"/>
    <w:rsid w:val="00ED140A"/>
    <w:rsid w:val="00ED31FE"/>
    <w:rsid w:val="00ED4F92"/>
    <w:rsid w:val="00ED590F"/>
    <w:rsid w:val="00ED5976"/>
    <w:rsid w:val="00ED7895"/>
    <w:rsid w:val="00ED7AF2"/>
    <w:rsid w:val="00EE097E"/>
    <w:rsid w:val="00EE12F1"/>
    <w:rsid w:val="00EE44FE"/>
    <w:rsid w:val="00EE6D8C"/>
    <w:rsid w:val="00EF1354"/>
    <w:rsid w:val="00EF2B96"/>
    <w:rsid w:val="00EF32EC"/>
    <w:rsid w:val="00EF4F4A"/>
    <w:rsid w:val="00EF4FE4"/>
    <w:rsid w:val="00EF59C2"/>
    <w:rsid w:val="00F0084D"/>
    <w:rsid w:val="00F00CFB"/>
    <w:rsid w:val="00F031F0"/>
    <w:rsid w:val="00F0325E"/>
    <w:rsid w:val="00F0427C"/>
    <w:rsid w:val="00F04C6E"/>
    <w:rsid w:val="00F06471"/>
    <w:rsid w:val="00F06FDD"/>
    <w:rsid w:val="00F1326B"/>
    <w:rsid w:val="00F14733"/>
    <w:rsid w:val="00F160D4"/>
    <w:rsid w:val="00F16A3C"/>
    <w:rsid w:val="00F175BF"/>
    <w:rsid w:val="00F177ED"/>
    <w:rsid w:val="00F2100D"/>
    <w:rsid w:val="00F22699"/>
    <w:rsid w:val="00F244C6"/>
    <w:rsid w:val="00F251B6"/>
    <w:rsid w:val="00F25337"/>
    <w:rsid w:val="00F26DB8"/>
    <w:rsid w:val="00F26F9B"/>
    <w:rsid w:val="00F31205"/>
    <w:rsid w:val="00F3155A"/>
    <w:rsid w:val="00F327CF"/>
    <w:rsid w:val="00F34007"/>
    <w:rsid w:val="00F35739"/>
    <w:rsid w:val="00F366E2"/>
    <w:rsid w:val="00F37037"/>
    <w:rsid w:val="00F37C4C"/>
    <w:rsid w:val="00F404FA"/>
    <w:rsid w:val="00F43410"/>
    <w:rsid w:val="00F44D7E"/>
    <w:rsid w:val="00F45BD5"/>
    <w:rsid w:val="00F47CB0"/>
    <w:rsid w:val="00F47EFC"/>
    <w:rsid w:val="00F53ACC"/>
    <w:rsid w:val="00F545AE"/>
    <w:rsid w:val="00F54DCE"/>
    <w:rsid w:val="00F54F86"/>
    <w:rsid w:val="00F5557A"/>
    <w:rsid w:val="00F56828"/>
    <w:rsid w:val="00F56F32"/>
    <w:rsid w:val="00F570EB"/>
    <w:rsid w:val="00F601C1"/>
    <w:rsid w:val="00F608AF"/>
    <w:rsid w:val="00F60BCE"/>
    <w:rsid w:val="00F61144"/>
    <w:rsid w:val="00F642BC"/>
    <w:rsid w:val="00F66243"/>
    <w:rsid w:val="00F7059C"/>
    <w:rsid w:val="00F725E8"/>
    <w:rsid w:val="00F733CF"/>
    <w:rsid w:val="00F75983"/>
    <w:rsid w:val="00F768D6"/>
    <w:rsid w:val="00F770B2"/>
    <w:rsid w:val="00F7772D"/>
    <w:rsid w:val="00F80D25"/>
    <w:rsid w:val="00F8116A"/>
    <w:rsid w:val="00F81BD3"/>
    <w:rsid w:val="00F81CB5"/>
    <w:rsid w:val="00F81D9D"/>
    <w:rsid w:val="00F824AF"/>
    <w:rsid w:val="00F85F1F"/>
    <w:rsid w:val="00F9013F"/>
    <w:rsid w:val="00F90A53"/>
    <w:rsid w:val="00F9286C"/>
    <w:rsid w:val="00F93659"/>
    <w:rsid w:val="00F94545"/>
    <w:rsid w:val="00F97DDF"/>
    <w:rsid w:val="00FA06D2"/>
    <w:rsid w:val="00FA06F1"/>
    <w:rsid w:val="00FA1996"/>
    <w:rsid w:val="00FA31B9"/>
    <w:rsid w:val="00FA40EF"/>
    <w:rsid w:val="00FA584E"/>
    <w:rsid w:val="00FB0581"/>
    <w:rsid w:val="00FB0CBB"/>
    <w:rsid w:val="00FB1EC7"/>
    <w:rsid w:val="00FB3348"/>
    <w:rsid w:val="00FB4FAD"/>
    <w:rsid w:val="00FB7A2D"/>
    <w:rsid w:val="00FC0917"/>
    <w:rsid w:val="00FC0BD7"/>
    <w:rsid w:val="00FC0D80"/>
    <w:rsid w:val="00FC1A1E"/>
    <w:rsid w:val="00FC1CDF"/>
    <w:rsid w:val="00FC2233"/>
    <w:rsid w:val="00FC2981"/>
    <w:rsid w:val="00FC350E"/>
    <w:rsid w:val="00FC379B"/>
    <w:rsid w:val="00FC3BC6"/>
    <w:rsid w:val="00FC421B"/>
    <w:rsid w:val="00FD137C"/>
    <w:rsid w:val="00FD1C85"/>
    <w:rsid w:val="00FD1FDF"/>
    <w:rsid w:val="00FD2673"/>
    <w:rsid w:val="00FD3BBB"/>
    <w:rsid w:val="00FD555B"/>
    <w:rsid w:val="00FE0C23"/>
    <w:rsid w:val="00FE27A0"/>
    <w:rsid w:val="00FE2F31"/>
    <w:rsid w:val="00FE32F0"/>
    <w:rsid w:val="00FE514A"/>
    <w:rsid w:val="00FE5367"/>
    <w:rsid w:val="00FE6E37"/>
    <w:rsid w:val="00FE7225"/>
    <w:rsid w:val="00FE76B5"/>
    <w:rsid w:val="00FF2B71"/>
    <w:rsid w:val="00FF5525"/>
    <w:rsid w:val="00FF660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5:docId w15:val="{DAE34CEC-79C3-48E7-9AEE-5DD15E7B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paragraph" w:customStyle="1" w:styleId="titolo20">
    <w:name w:val="titolo 2"/>
    <w:basedOn w:val="Normale"/>
    <w:link w:val="titolo2Carattere0"/>
    <w:rsid w:val="002500A8"/>
    <w:pPr>
      <w:autoSpaceDE w:val="0"/>
      <w:autoSpaceDN w:val="0"/>
      <w:adjustRightInd w:val="0"/>
      <w:ind w:left="1247" w:hanging="1247"/>
      <w:jc w:val="both"/>
    </w:pPr>
    <w:rPr>
      <w:rFonts w:ascii="Trebuchet MS" w:hAnsi="Trebuchet MS" w:cs="Garamond,Bold"/>
      <w:b/>
      <w:bCs/>
      <w:sz w:val="28"/>
    </w:rPr>
  </w:style>
  <w:style w:type="character" w:customStyle="1" w:styleId="titolo2Carattere0">
    <w:name w:val="titolo 2 Carattere"/>
    <w:link w:val="titolo20"/>
    <w:rsid w:val="002500A8"/>
    <w:rPr>
      <w:rFonts w:ascii="Trebuchet MS" w:hAnsi="Trebuchet MS" w:cs="Garamond,Bold"/>
      <w:b/>
      <w:bCs/>
      <w:sz w:val="28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FC0917"/>
    <w:rPr>
      <w:sz w:val="24"/>
      <w:szCs w:val="24"/>
    </w:rPr>
  </w:style>
  <w:style w:type="paragraph" w:customStyle="1" w:styleId="Aeeaoaeaa1">
    <w:name w:val="A?eeaoae?aa 1"/>
    <w:basedOn w:val="Normale"/>
    <w:next w:val="Normale"/>
    <w:rsid w:val="00896ED5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Titolo">
    <w:name w:val="Title"/>
    <w:basedOn w:val="Normale"/>
    <w:next w:val="Normale"/>
    <w:link w:val="TitoloCarattere"/>
    <w:qFormat/>
    <w:rsid w:val="00896ED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896ED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1102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321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78330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11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724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80573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53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345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8142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33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570257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0842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157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5674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9284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30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2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653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2115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742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08210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3687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46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8956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14820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6877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8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9858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461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05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0951">
              <w:marLeft w:val="3555"/>
              <w:marRight w:val="3135"/>
              <w:marTop w:val="0"/>
              <w:marBottom w:val="0"/>
              <w:divBdr>
                <w:top w:val="none" w:sz="0" w:space="0" w:color="auto"/>
                <w:left w:val="single" w:sz="6" w:space="0" w:color="D6DAE3"/>
                <w:bottom w:val="none" w:sz="0" w:space="0" w:color="auto"/>
                <w:right w:val="single" w:sz="6" w:space="0" w:color="D6DAE3"/>
              </w:divBdr>
              <w:divsChild>
                <w:div w:id="3718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733269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E3F9B-2761-46DC-BEB2-E964DDE1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62</TotalTime>
  <Pages>1</Pages>
  <Words>84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738</CharactersWithSpaces>
  <SharedDoc>false</SharedDoc>
  <HLinks>
    <vt:vector size="36" baseType="variant">
      <vt:variant>
        <vt:i4>8061000</vt:i4>
      </vt:variant>
      <vt:variant>
        <vt:i4>15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12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6226008</vt:i4>
      </vt:variant>
      <vt:variant>
        <vt:i4>9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6226008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http://www.unimi.it/ateneo/valcomp/95803.htm</vt:lpwstr>
      </vt:variant>
      <vt:variant>
        <vt:lpwstr/>
      </vt:variant>
      <vt:variant>
        <vt:i4>7798908</vt:i4>
      </vt:variant>
      <vt:variant>
        <vt:i4>0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starvaggip</dc:creator>
  <cp:lastModifiedBy>Account Microsoft</cp:lastModifiedBy>
  <cp:revision>29</cp:revision>
  <cp:lastPrinted>2020-03-06T17:36:00Z</cp:lastPrinted>
  <dcterms:created xsi:type="dcterms:W3CDTF">2019-06-20T08:32:00Z</dcterms:created>
  <dcterms:modified xsi:type="dcterms:W3CDTF">2020-03-31T09:31:00Z</dcterms:modified>
</cp:coreProperties>
</file>