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EDC" w:rsidRPr="00BF67EA" w:rsidRDefault="004A4EDC" w:rsidP="00090534">
      <w:pPr>
        <w:pStyle w:val="Titolo"/>
        <w:keepNext/>
        <w:widowControl w:val="0"/>
        <w:jc w:val="right"/>
        <w:rPr>
          <w:rFonts w:ascii="Arial" w:hAnsi="Arial" w:cs="Arial"/>
          <w:b w:val="0"/>
          <w:sz w:val="21"/>
          <w:szCs w:val="21"/>
          <w:u w:val="single"/>
        </w:rPr>
      </w:pPr>
      <w:r w:rsidRPr="00BF67EA">
        <w:rPr>
          <w:rFonts w:ascii="Arial" w:hAnsi="Arial" w:cs="Arial"/>
          <w:sz w:val="21"/>
          <w:szCs w:val="21"/>
          <w:u w:val="single"/>
        </w:rPr>
        <w:t xml:space="preserve">ALLEGATO </w:t>
      </w:r>
      <w:r w:rsidR="00BF67EA" w:rsidRPr="00EF2CF9">
        <w:rPr>
          <w:rFonts w:ascii="Arial" w:hAnsi="Arial" w:cs="Arial"/>
          <w:sz w:val="21"/>
          <w:szCs w:val="21"/>
          <w:u w:val="single"/>
        </w:rPr>
        <w:t>B</w:t>
      </w:r>
    </w:p>
    <w:p w:rsidR="004A4EDC" w:rsidRDefault="004A4EDC" w:rsidP="00090534">
      <w:pPr>
        <w:keepNext/>
        <w:widowControl w:val="0"/>
        <w:rPr>
          <w:rFonts w:ascii="Trebuchet MS" w:hAnsi="Trebuchet MS"/>
          <w:b/>
        </w:rPr>
      </w:pPr>
    </w:p>
    <w:p w:rsidR="004A4EDC" w:rsidRPr="008A0A60" w:rsidRDefault="004A4EDC" w:rsidP="00090534">
      <w:pPr>
        <w:keepNext/>
        <w:widowControl w:val="0"/>
        <w:rPr>
          <w:rFonts w:ascii="Trebuchet MS" w:hAnsi="Trebuchet MS"/>
          <w:b/>
        </w:rPr>
      </w:pPr>
      <w:r w:rsidRPr="008A0A60">
        <w:rPr>
          <w:rFonts w:ascii="Trebuchet MS" w:hAnsi="Trebuchet MS"/>
          <w:b/>
        </w:rPr>
        <w:t>DICHIARAZIONE SOSTITUTIVA DI ATTO DI NOTORIETÀ AI SENSI DEL D.P.R. n. 445/2000</w:t>
      </w:r>
    </w:p>
    <w:p w:rsidR="004A4EDC" w:rsidRDefault="004A4EDC" w:rsidP="00090534">
      <w:pPr>
        <w:keepNext/>
        <w:widowControl w:val="0"/>
        <w:rPr>
          <w:rFonts w:ascii="Trebuchet MS" w:hAnsi="Trebuchet MS"/>
          <w:b/>
          <w:sz w:val="20"/>
        </w:rPr>
      </w:pPr>
    </w:p>
    <w:p w:rsidR="004A4EDC" w:rsidRPr="008A0A60" w:rsidRDefault="004A4EDC" w:rsidP="00090534">
      <w:pPr>
        <w:keepNext/>
        <w:widowControl w:val="0"/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4A4EDC" w:rsidRPr="008A0A60" w:rsidRDefault="004A4EDC" w:rsidP="00090534">
      <w:pPr>
        <w:keepNext/>
        <w:widowControl w:val="0"/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4A4EDC" w:rsidTr="00E26D3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4EDC" w:rsidRPr="00E26D39" w:rsidRDefault="004A4EDC" w:rsidP="00090534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E26D39" w:rsidRDefault="004A4EDC" w:rsidP="00090534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E26D39" w:rsidRDefault="004A4EDC" w:rsidP="00090534">
            <w:pPr>
              <w:keepNext/>
              <w:widowControl w:val="0"/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E26D39" w:rsidRDefault="004A4EDC" w:rsidP="00090534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4A4EDC" w:rsidRDefault="004A4EDC" w:rsidP="00090534">
      <w:pPr>
        <w:keepNext/>
        <w:widowControl w:val="0"/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4A4EDC" w:rsidTr="00E26D3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4EDC" w:rsidRPr="00E26D39" w:rsidRDefault="004A4EDC" w:rsidP="00090534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  <w:szCs w:val="18"/>
              </w:rPr>
              <w:t>Nato/a 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E26D39" w:rsidRDefault="004A4EDC" w:rsidP="00090534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E26D39" w:rsidRDefault="004A4EDC" w:rsidP="00090534">
            <w:pPr>
              <w:keepNext/>
              <w:widowControl w:val="0"/>
              <w:rPr>
                <w:rFonts w:ascii="Trebuchet MS" w:hAnsi="Trebuchet MS"/>
                <w:sz w:val="18"/>
              </w:rPr>
            </w:pPr>
            <w:r w:rsidRPr="00E26D3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E26D39" w:rsidRDefault="004A4EDC" w:rsidP="00090534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E26D39" w:rsidRDefault="004A4EDC" w:rsidP="00090534">
            <w:pPr>
              <w:keepNext/>
              <w:widowControl w:val="0"/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E26D39" w:rsidRDefault="004A4EDC" w:rsidP="00090534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4A4EDC" w:rsidRDefault="004A4EDC" w:rsidP="00090534">
      <w:pPr>
        <w:keepNext/>
        <w:widowControl w:val="0"/>
        <w:rPr>
          <w:rFonts w:ascii="Trebuchet MS" w:hAnsi="Trebuchet MS"/>
          <w:sz w:val="10"/>
          <w:szCs w:val="8"/>
        </w:rPr>
      </w:pPr>
    </w:p>
    <w:p w:rsidR="004A4EDC" w:rsidRDefault="004A4EDC" w:rsidP="00090534">
      <w:pPr>
        <w:keepNext/>
        <w:widowControl w:val="0"/>
        <w:rPr>
          <w:rFonts w:ascii="Trebuchet MS" w:hAnsi="Trebuchet MS"/>
          <w:sz w:val="10"/>
          <w:szCs w:val="8"/>
        </w:rPr>
      </w:pPr>
    </w:p>
    <w:p w:rsidR="004A4EDC" w:rsidRDefault="004A4EDC" w:rsidP="00090534">
      <w:pPr>
        <w:keepNext/>
        <w:widowControl w:val="0"/>
        <w:rPr>
          <w:rFonts w:ascii="Trebuchet MS" w:hAnsi="Trebuchet MS"/>
          <w:sz w:val="10"/>
          <w:szCs w:val="8"/>
        </w:rPr>
      </w:pPr>
    </w:p>
    <w:p w:rsidR="004A4EDC" w:rsidRDefault="004A4EDC" w:rsidP="00090534">
      <w:pPr>
        <w:keepNext/>
        <w:widowControl w:val="0"/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4A4EDC" w:rsidRPr="000D2CD2" w:rsidRDefault="004A4EDC" w:rsidP="00090534">
      <w:pPr>
        <w:keepNext/>
        <w:widowControl w:val="0"/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4A4EDC" w:rsidTr="00E26D39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A4EDC" w:rsidRPr="00E26D39" w:rsidRDefault="004A4EDC" w:rsidP="00090534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E26D39" w:rsidRDefault="004A4EDC" w:rsidP="00090534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A4EDC" w:rsidRPr="00E26D39" w:rsidRDefault="004A4EDC" w:rsidP="00090534">
            <w:pPr>
              <w:keepNext/>
              <w:widowControl w:val="0"/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4EDC" w:rsidRPr="00E26D39" w:rsidRDefault="004A4EDC" w:rsidP="00090534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4A4EDC" w:rsidRPr="000D2CD2" w:rsidRDefault="004A4EDC" w:rsidP="00090534">
      <w:pPr>
        <w:keepNext/>
        <w:widowControl w:val="0"/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4A4EDC" w:rsidTr="00E26D3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4EDC" w:rsidRPr="00E26D39" w:rsidRDefault="004A4EDC" w:rsidP="00090534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E26D39" w:rsidRDefault="004A4EDC" w:rsidP="00090534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E26D39" w:rsidRDefault="004A4EDC" w:rsidP="00090534">
            <w:pPr>
              <w:keepNext/>
              <w:widowControl w:val="0"/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E26D39" w:rsidRDefault="004A4EDC" w:rsidP="00090534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4A4EDC" w:rsidRDefault="004A4EDC" w:rsidP="00090534">
      <w:pPr>
        <w:keepNext/>
        <w:widowControl w:val="0"/>
        <w:rPr>
          <w:rFonts w:ascii="Trebuchet MS" w:hAnsi="Trebuchet MS"/>
          <w:b/>
          <w:sz w:val="18"/>
        </w:rPr>
      </w:pPr>
    </w:p>
    <w:p w:rsidR="004A4EDC" w:rsidRDefault="004A4EDC" w:rsidP="00090534">
      <w:pPr>
        <w:keepNext/>
        <w:widowControl w:val="0"/>
        <w:ind w:right="-285"/>
        <w:rPr>
          <w:rFonts w:ascii="Trebuchet MS" w:hAnsi="Trebuchet MS"/>
          <w:sz w:val="18"/>
          <w:u w:val="single"/>
        </w:rPr>
      </w:pPr>
    </w:p>
    <w:p w:rsidR="004A4EDC" w:rsidRDefault="004A4EDC" w:rsidP="00090534">
      <w:pPr>
        <w:keepNext/>
        <w:widowControl w:val="0"/>
        <w:ind w:right="-285"/>
        <w:rPr>
          <w:rFonts w:ascii="Trebuchet MS" w:hAnsi="Trebuchet MS"/>
          <w:sz w:val="18"/>
          <w:u w:val="single"/>
        </w:rPr>
      </w:pPr>
    </w:p>
    <w:p w:rsidR="004A4EDC" w:rsidRPr="008A0A60" w:rsidRDefault="004A4EDC" w:rsidP="00090534">
      <w:pPr>
        <w:keepNext/>
        <w:widowControl w:val="0"/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4A4EDC" w:rsidRPr="008A0A60" w:rsidRDefault="004A4EDC" w:rsidP="00090534">
      <w:pPr>
        <w:keepNext/>
        <w:widowControl w:val="0"/>
        <w:rPr>
          <w:rFonts w:ascii="Trebuchet MS" w:hAnsi="Trebuchet MS"/>
          <w:sz w:val="18"/>
        </w:rPr>
      </w:pPr>
    </w:p>
    <w:p w:rsidR="00BF67EA" w:rsidRPr="00023DA7" w:rsidRDefault="00BF67EA" w:rsidP="00090534">
      <w:pPr>
        <w:keepNext/>
        <w:widowControl w:val="0"/>
        <w:rPr>
          <w:rFonts w:ascii="Trebuchet MS" w:hAnsi="Trebuchet MS"/>
          <w:color w:val="000000"/>
          <w:sz w:val="18"/>
        </w:rPr>
      </w:pPr>
    </w:p>
    <w:p w:rsidR="00BF67EA" w:rsidRPr="00023DA7" w:rsidRDefault="00BF67EA" w:rsidP="00090534">
      <w:pPr>
        <w:keepNext/>
        <w:widowControl w:val="0"/>
        <w:jc w:val="center"/>
        <w:rPr>
          <w:rFonts w:ascii="Trebuchet MS" w:hAnsi="Trebuchet MS"/>
          <w:color w:val="000000"/>
          <w:sz w:val="18"/>
        </w:rPr>
      </w:pPr>
      <w:r w:rsidRPr="00023DA7">
        <w:rPr>
          <w:rFonts w:ascii="Trebuchet MS" w:hAnsi="Trebuchet MS"/>
          <w:color w:val="000000"/>
          <w:sz w:val="18"/>
        </w:rPr>
        <w:t>DICHIARA</w:t>
      </w:r>
    </w:p>
    <w:p w:rsidR="00BF67EA" w:rsidRPr="00023DA7" w:rsidRDefault="00BF67EA" w:rsidP="00090534">
      <w:pPr>
        <w:keepNext/>
        <w:widowControl w:val="0"/>
        <w:rPr>
          <w:rFonts w:ascii="Trebuchet MS" w:hAnsi="Trebuchet MS"/>
          <w:color w:val="000000"/>
          <w:sz w:val="16"/>
        </w:rPr>
      </w:pPr>
    </w:p>
    <w:p w:rsidR="00BF67EA" w:rsidRPr="00023DA7" w:rsidRDefault="00BF67EA" w:rsidP="00090534">
      <w:pPr>
        <w:keepNext/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023DA7">
        <w:rPr>
          <w:rFonts w:ascii="Trebuchet MS" w:hAnsi="Trebuchet MS" w:cs="Arial"/>
          <w:color w:val="000000"/>
          <w:sz w:val="18"/>
          <w:szCs w:val="20"/>
        </w:rPr>
        <w:t>che le copie elettroniche delle seguenti pubblicazioni:</w:t>
      </w:r>
    </w:p>
    <w:p w:rsidR="00BF67EA" w:rsidRPr="00023DA7" w:rsidRDefault="00BF67EA" w:rsidP="00090534">
      <w:pPr>
        <w:keepNext/>
        <w:widowControl w:val="0"/>
        <w:rPr>
          <w:rFonts w:ascii="Trebuchet MS" w:hAnsi="Trebuchet MS" w:cs="Arial"/>
          <w:color w:val="000000"/>
          <w:sz w:val="18"/>
          <w:szCs w:val="20"/>
        </w:rPr>
      </w:pPr>
    </w:p>
    <w:p w:rsidR="00BF67EA" w:rsidRPr="00023DA7" w:rsidRDefault="00BF67EA" w:rsidP="00090534">
      <w:pPr>
        <w:keepNext/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023DA7">
        <w:rPr>
          <w:rFonts w:ascii="Trebuchet MS" w:hAnsi="Trebuchet MS" w:cs="Arial"/>
          <w:b/>
          <w:color w:val="000000"/>
          <w:sz w:val="22"/>
        </w:rPr>
        <w:t xml:space="preserve">(INSERIRE ELENCO PUBBLICAZIONI CHE SI INTENDONO PRESENTARE PER LA </w:t>
      </w:r>
      <w:r w:rsidR="00063C54">
        <w:rPr>
          <w:rFonts w:ascii="Trebuchet MS" w:hAnsi="Trebuchet MS" w:cs="Arial"/>
          <w:b/>
          <w:color w:val="000000"/>
          <w:sz w:val="22"/>
        </w:rPr>
        <w:t>PROCEDURA</w:t>
      </w:r>
      <w:r w:rsidRPr="00023DA7">
        <w:rPr>
          <w:rFonts w:ascii="Trebuchet MS" w:hAnsi="Trebuchet MS" w:cs="Arial"/>
          <w:b/>
          <w:color w:val="000000"/>
          <w:sz w:val="22"/>
        </w:rPr>
        <w:t>)</w:t>
      </w:r>
      <w:r w:rsidRPr="00023DA7">
        <w:rPr>
          <w:rFonts w:ascii="Trebuchet MS" w:hAnsi="Trebuchet MS" w:cs="Arial"/>
          <w:b/>
          <w:color w:val="000000"/>
        </w:rPr>
        <w:br/>
      </w:r>
    </w:p>
    <w:p w:rsidR="00BF67EA" w:rsidRPr="00023DA7" w:rsidRDefault="00BF67EA" w:rsidP="00090534">
      <w:pPr>
        <w:keepNext/>
        <w:widowControl w:val="0"/>
        <w:rPr>
          <w:rFonts w:ascii="Trebuchet MS" w:hAnsi="Trebuchet MS" w:cs="Arial"/>
          <w:color w:val="000000"/>
          <w:sz w:val="18"/>
          <w:szCs w:val="20"/>
        </w:rPr>
      </w:pPr>
    </w:p>
    <w:p w:rsidR="00BF67EA" w:rsidRPr="00023DA7" w:rsidRDefault="00BF67EA" w:rsidP="00090534">
      <w:pPr>
        <w:keepNext/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023DA7">
        <w:rPr>
          <w:rFonts w:ascii="Trebuchet MS" w:hAnsi="Trebuchet MS" w:cs="Arial"/>
          <w:color w:val="000000"/>
          <w:sz w:val="18"/>
          <w:szCs w:val="20"/>
        </w:rPr>
        <w:t>sono conformi agli originali.</w:t>
      </w:r>
    </w:p>
    <w:p w:rsidR="00BF67EA" w:rsidRPr="00023DA7" w:rsidRDefault="00BF67EA" w:rsidP="00090534">
      <w:pPr>
        <w:pStyle w:val="Paragrafoelenco"/>
        <w:keepNext/>
        <w:widowControl w:val="0"/>
        <w:rPr>
          <w:rFonts w:ascii="Trebuchet MS" w:hAnsi="Trebuchet MS" w:cs="Arial"/>
          <w:color w:val="000000"/>
          <w:sz w:val="18"/>
          <w:szCs w:val="20"/>
        </w:rPr>
      </w:pPr>
    </w:p>
    <w:p w:rsidR="00671A61" w:rsidRDefault="00671A61" w:rsidP="00090534">
      <w:pPr>
        <w:keepNext/>
        <w:widowControl w:val="0"/>
        <w:rPr>
          <w:rFonts w:ascii="Trebuchet MS" w:hAnsi="Trebuchet MS"/>
          <w:sz w:val="16"/>
        </w:rPr>
      </w:pPr>
    </w:p>
    <w:p w:rsidR="00671A61" w:rsidRDefault="00671A61" w:rsidP="00090534">
      <w:pPr>
        <w:keepNext/>
        <w:widowControl w:val="0"/>
        <w:rPr>
          <w:rFonts w:ascii="Trebuchet MS" w:hAnsi="Trebuchet MS"/>
          <w:sz w:val="16"/>
        </w:rPr>
      </w:pPr>
    </w:p>
    <w:p w:rsidR="00671A61" w:rsidRDefault="00671A61" w:rsidP="00090534">
      <w:pPr>
        <w:keepNext/>
        <w:widowControl w:val="0"/>
        <w:rPr>
          <w:rFonts w:ascii="Trebuchet MS" w:hAnsi="Trebuchet MS"/>
          <w:sz w:val="16"/>
        </w:rPr>
      </w:pPr>
    </w:p>
    <w:p w:rsidR="00671A61" w:rsidRDefault="00671A61" w:rsidP="00090534">
      <w:pPr>
        <w:keepNext/>
        <w:widowControl w:val="0"/>
        <w:rPr>
          <w:rFonts w:ascii="Trebuchet MS" w:hAnsi="Trebuchet MS"/>
          <w:sz w:val="16"/>
        </w:rPr>
      </w:pPr>
    </w:p>
    <w:p w:rsidR="00671A61" w:rsidRDefault="00671A61" w:rsidP="00090534">
      <w:pPr>
        <w:keepNext/>
        <w:widowControl w:val="0"/>
        <w:rPr>
          <w:rFonts w:ascii="Trebuchet MS" w:hAnsi="Trebuchet MS"/>
          <w:sz w:val="16"/>
        </w:rPr>
      </w:pPr>
    </w:p>
    <w:p w:rsidR="00671A61" w:rsidRDefault="00671A61" w:rsidP="00090534">
      <w:pPr>
        <w:keepNext/>
        <w:widowControl w:val="0"/>
        <w:rPr>
          <w:rFonts w:ascii="Trebuchet MS" w:hAnsi="Trebuchet MS"/>
          <w:sz w:val="16"/>
        </w:rPr>
      </w:pPr>
    </w:p>
    <w:p w:rsidR="00671A61" w:rsidRDefault="00671A61" w:rsidP="00090534">
      <w:pPr>
        <w:keepNext/>
        <w:widowControl w:val="0"/>
        <w:rPr>
          <w:rFonts w:ascii="Trebuchet MS" w:hAnsi="Trebuchet MS"/>
          <w:sz w:val="16"/>
        </w:rPr>
      </w:pPr>
    </w:p>
    <w:p w:rsidR="00671A61" w:rsidRDefault="00671A61" w:rsidP="00090534">
      <w:pPr>
        <w:keepNext/>
        <w:widowControl w:val="0"/>
        <w:rPr>
          <w:rFonts w:ascii="Trebuchet MS" w:hAnsi="Trebuchet MS"/>
          <w:sz w:val="16"/>
        </w:rPr>
      </w:pPr>
    </w:p>
    <w:p w:rsidR="00671A61" w:rsidRDefault="00671A61" w:rsidP="00090534">
      <w:pPr>
        <w:keepNext/>
        <w:widowControl w:val="0"/>
        <w:rPr>
          <w:rFonts w:ascii="Trebuchet MS" w:hAnsi="Trebuchet MS"/>
          <w:sz w:val="16"/>
        </w:rPr>
      </w:pPr>
    </w:p>
    <w:p w:rsidR="00671A61" w:rsidRDefault="00671A61" w:rsidP="00090534">
      <w:pPr>
        <w:keepNext/>
        <w:widowControl w:val="0"/>
        <w:rPr>
          <w:rFonts w:ascii="Trebuchet MS" w:hAnsi="Trebuchet MS"/>
          <w:sz w:val="16"/>
        </w:rPr>
      </w:pPr>
    </w:p>
    <w:p w:rsidR="00671A61" w:rsidRDefault="00671A61" w:rsidP="00090534">
      <w:pPr>
        <w:keepNext/>
        <w:widowControl w:val="0"/>
        <w:rPr>
          <w:rFonts w:ascii="Trebuchet MS" w:hAnsi="Trebuchet MS"/>
          <w:sz w:val="16"/>
        </w:rPr>
      </w:pPr>
    </w:p>
    <w:p w:rsidR="00671A61" w:rsidRPr="00F95A07" w:rsidRDefault="00671A61" w:rsidP="00090534">
      <w:pPr>
        <w:keepNext/>
        <w:widowControl w:val="0"/>
        <w:rPr>
          <w:rFonts w:ascii="Trebuchet MS" w:hAnsi="Trebuchet MS"/>
          <w:sz w:val="16"/>
        </w:rPr>
      </w:pPr>
    </w:p>
    <w:p w:rsidR="00671A61" w:rsidRDefault="00671A61" w:rsidP="00090534">
      <w:pPr>
        <w:keepNext/>
        <w:widowControl w:val="0"/>
        <w:rPr>
          <w:rFonts w:ascii="Trebuchet MS" w:hAnsi="Trebuchet MS"/>
          <w:sz w:val="18"/>
        </w:rPr>
      </w:pPr>
    </w:p>
    <w:p w:rsidR="00671A61" w:rsidRDefault="00671A61" w:rsidP="00090534">
      <w:pPr>
        <w:keepNext/>
        <w:widowControl w:val="0"/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671A61" w:rsidTr="0073343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71A61" w:rsidRPr="00495DEF" w:rsidRDefault="00671A61" w:rsidP="00090534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A61" w:rsidRPr="00495DEF" w:rsidRDefault="00671A61" w:rsidP="00090534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A61" w:rsidRPr="00495DEF" w:rsidRDefault="00671A61" w:rsidP="00090534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A61" w:rsidRPr="00495DEF" w:rsidRDefault="00671A61" w:rsidP="00090534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671A61" w:rsidRDefault="00671A61" w:rsidP="00090534">
      <w:pPr>
        <w:keepNext/>
        <w:widowControl w:val="0"/>
        <w:rPr>
          <w:rFonts w:ascii="Trebuchet MS" w:hAnsi="Trebuchet MS"/>
          <w:sz w:val="18"/>
        </w:rPr>
      </w:pPr>
    </w:p>
    <w:p w:rsidR="00671A61" w:rsidRDefault="00671A61" w:rsidP="00090534">
      <w:pPr>
        <w:keepNext/>
        <w:widowControl w:val="0"/>
        <w:rPr>
          <w:rFonts w:ascii="Trebuchet MS" w:hAnsi="Trebuchet MS"/>
          <w:sz w:val="18"/>
        </w:rPr>
      </w:pPr>
    </w:p>
    <w:p w:rsidR="00671A61" w:rsidRDefault="00671A61" w:rsidP="00090534">
      <w:pPr>
        <w:keepNext/>
        <w:widowControl w:val="0"/>
        <w:rPr>
          <w:rFonts w:ascii="Trebuchet MS" w:hAnsi="Trebuchet MS"/>
          <w:sz w:val="18"/>
        </w:rPr>
      </w:pPr>
    </w:p>
    <w:p w:rsidR="00671A61" w:rsidRDefault="00671A61" w:rsidP="00090534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671A61" w:rsidRPr="008A0A60" w:rsidRDefault="00671A61" w:rsidP="00090534">
      <w:pPr>
        <w:keepNext/>
        <w:widowControl w:val="0"/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4A4EDC" w:rsidRDefault="004A4EDC" w:rsidP="00090534">
      <w:pPr>
        <w:keepNext/>
        <w:widowControl w:val="0"/>
        <w:rPr>
          <w:rFonts w:ascii="Trebuchet MS" w:hAnsi="Trebuchet MS"/>
          <w:sz w:val="18"/>
        </w:rPr>
      </w:pPr>
    </w:p>
    <w:p w:rsidR="004A4EDC" w:rsidRDefault="004A4EDC" w:rsidP="00090534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4A4EDC" w:rsidRDefault="004A4EDC" w:rsidP="00090534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4A4EDC" w:rsidRDefault="004A4EDC" w:rsidP="00090534">
      <w:pPr>
        <w:keepNext/>
        <w:widowControl w:val="0"/>
        <w:ind w:right="-285"/>
        <w:jc w:val="both"/>
        <w:rPr>
          <w:rFonts w:ascii="Trebuchet MS" w:hAnsi="Trebuchet MS"/>
          <w:sz w:val="18"/>
        </w:rPr>
      </w:pPr>
    </w:p>
    <w:p w:rsidR="004A4EDC" w:rsidRDefault="004A4EDC" w:rsidP="00090534">
      <w:pPr>
        <w:keepNext/>
        <w:widowControl w:val="0"/>
        <w:ind w:right="-285"/>
        <w:jc w:val="both"/>
        <w:rPr>
          <w:rFonts w:ascii="Trebuchet MS" w:hAnsi="Trebuchet MS"/>
          <w:sz w:val="18"/>
        </w:rPr>
      </w:pPr>
    </w:p>
    <w:p w:rsidR="004A4EDC" w:rsidRDefault="004A4EDC" w:rsidP="00090534">
      <w:pPr>
        <w:keepNext/>
        <w:widowControl w:val="0"/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D65DF0" w:rsidRDefault="00D65DF0" w:rsidP="00D65DF0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4A4EDC" w:rsidRDefault="00AF75C0" w:rsidP="00AF75C0">
      <w:pPr>
        <w:pStyle w:val="Corpotesto"/>
        <w:keepNext/>
        <w:rPr>
          <w:rFonts w:ascii="Trebuchet MS" w:hAnsi="Trebuchet MS"/>
          <w:sz w:val="18"/>
          <w:szCs w:val="18"/>
        </w:rPr>
        <w:sectPr w:rsidR="004A4EDC" w:rsidSect="002B08A5">
          <w:headerReference w:type="default" r:id="rId8"/>
          <w:pgSz w:w="11900" w:h="16840" w:code="9"/>
          <w:pgMar w:top="1723" w:right="1134" w:bottom="1134" w:left="1134" w:header="709" w:footer="0" w:gutter="0"/>
          <w:cols w:space="708"/>
        </w:sectPr>
      </w:pPr>
      <w:bookmarkStart w:id="0" w:name="_GoBack"/>
      <w:bookmarkEnd w:id="0"/>
      <w:r>
        <w:rPr>
          <w:rFonts w:ascii="Trebuchet MS" w:hAnsi="Trebuchet MS"/>
          <w:sz w:val="18"/>
          <w:szCs w:val="18"/>
        </w:rPr>
        <w:t xml:space="preserve"> </w:t>
      </w:r>
    </w:p>
    <w:p w:rsidR="004A4EDC" w:rsidRPr="00F3783F" w:rsidRDefault="004A4EDC" w:rsidP="00090534">
      <w:pPr>
        <w:keepNext/>
        <w:widowControl w:val="0"/>
        <w:spacing w:line="480" w:lineRule="auto"/>
        <w:rPr>
          <w:rFonts w:ascii="Trebuchet MS" w:hAnsi="Trebuchet MS" w:cs="Arial"/>
          <w:sz w:val="18"/>
          <w:szCs w:val="18"/>
        </w:rPr>
      </w:pPr>
    </w:p>
    <w:sectPr w:rsidR="004A4EDC" w:rsidRPr="00F3783F" w:rsidSect="004A4EDC">
      <w:headerReference w:type="default" r:id="rId9"/>
      <w:footerReference w:type="default" r:id="rId10"/>
      <w:type w:val="continuous"/>
      <w:pgSz w:w="11900" w:h="16840" w:code="9"/>
      <w:pgMar w:top="1723" w:right="1134" w:bottom="1134" w:left="1134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6F9" w:rsidRDefault="00CE56F9">
      <w:r>
        <w:separator/>
      </w:r>
    </w:p>
  </w:endnote>
  <w:endnote w:type="continuationSeparator" w:id="0">
    <w:p w:rsidR="00CE56F9" w:rsidRDefault="00CE5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Times New Roman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7B2" w:rsidRPr="00A7433C" w:rsidRDefault="00F407B2" w:rsidP="00464B5F">
    <w:pPr>
      <w:pStyle w:val="Pidipagina"/>
      <w:framePr w:w="544" w:wrap="around" w:vAnchor="text" w:hAnchor="page" w:x="10473" w:y="-248"/>
      <w:jc w:val="center"/>
      <w:rPr>
        <w:rStyle w:val="Numeropagina"/>
        <w:rFonts w:ascii="Trebuchet MS" w:hAnsi="Trebuchet MS"/>
        <w:sz w:val="20"/>
        <w:szCs w:val="20"/>
      </w:rPr>
    </w:pPr>
    <w:r w:rsidRPr="00A7433C">
      <w:rPr>
        <w:rStyle w:val="Numeropagina"/>
        <w:rFonts w:ascii="Trebuchet MS" w:hAnsi="Trebuchet MS"/>
        <w:sz w:val="20"/>
        <w:szCs w:val="20"/>
      </w:rPr>
      <w:t>-</w:t>
    </w:r>
    <w:r w:rsidRPr="00A7433C">
      <w:rPr>
        <w:rStyle w:val="Numeropagina"/>
        <w:rFonts w:ascii="Trebuchet MS" w:hAnsi="Trebuchet MS"/>
        <w:sz w:val="20"/>
        <w:szCs w:val="20"/>
      </w:rPr>
      <w:fldChar w:fldCharType="begin"/>
    </w:r>
    <w:r w:rsidRPr="00A7433C">
      <w:rPr>
        <w:rStyle w:val="Numeropagina"/>
        <w:rFonts w:ascii="Trebuchet MS" w:hAnsi="Trebuchet MS"/>
        <w:sz w:val="20"/>
        <w:szCs w:val="20"/>
      </w:rPr>
      <w:instrText xml:space="preserve">PAGE  </w:instrText>
    </w:r>
    <w:r w:rsidRPr="00A7433C">
      <w:rPr>
        <w:rStyle w:val="Numeropagina"/>
        <w:rFonts w:ascii="Trebuchet MS" w:hAnsi="Trebuchet MS"/>
        <w:sz w:val="20"/>
        <w:szCs w:val="20"/>
      </w:rPr>
      <w:fldChar w:fldCharType="separate"/>
    </w:r>
    <w:r>
      <w:rPr>
        <w:rStyle w:val="Numeropagina"/>
        <w:rFonts w:ascii="Trebuchet MS" w:hAnsi="Trebuchet MS"/>
        <w:noProof/>
        <w:sz w:val="20"/>
        <w:szCs w:val="20"/>
      </w:rPr>
      <w:t>1</w:t>
    </w:r>
    <w:r w:rsidRPr="00A7433C">
      <w:rPr>
        <w:rStyle w:val="Numeropagina"/>
        <w:rFonts w:ascii="Trebuchet MS" w:hAnsi="Trebuchet MS"/>
        <w:sz w:val="20"/>
        <w:szCs w:val="20"/>
      </w:rPr>
      <w:fldChar w:fldCharType="end"/>
    </w:r>
    <w:r w:rsidRPr="00A7433C">
      <w:rPr>
        <w:rStyle w:val="Numeropagina"/>
        <w:rFonts w:ascii="Trebuchet MS" w:hAnsi="Trebuchet MS"/>
        <w:sz w:val="20"/>
        <w:szCs w:val="20"/>
      </w:rPr>
      <w:t>-</w:t>
    </w:r>
  </w:p>
  <w:p w:rsidR="00F407B2" w:rsidRPr="003555C5" w:rsidRDefault="00F407B2" w:rsidP="003555C5">
    <w:pPr>
      <w:jc w:val="center"/>
    </w:pPr>
  </w:p>
  <w:p w:rsidR="00F407B2" w:rsidRDefault="00F407B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6F9" w:rsidRDefault="00CE56F9">
      <w:r>
        <w:separator/>
      </w:r>
    </w:p>
  </w:footnote>
  <w:footnote w:type="continuationSeparator" w:id="0">
    <w:p w:rsidR="00CE56F9" w:rsidRDefault="00CE56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7B2" w:rsidRDefault="00F407B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7B2" w:rsidRDefault="00F407B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5484486"/>
    <w:multiLevelType w:val="hybridMultilevel"/>
    <w:tmpl w:val="9594B1B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F5388"/>
    <w:multiLevelType w:val="hybridMultilevel"/>
    <w:tmpl w:val="11A6596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5B440C"/>
    <w:multiLevelType w:val="hybridMultilevel"/>
    <w:tmpl w:val="C23620E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521A5"/>
    <w:multiLevelType w:val="hybridMultilevel"/>
    <w:tmpl w:val="E80A6D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F1C75"/>
    <w:multiLevelType w:val="hybridMultilevel"/>
    <w:tmpl w:val="FB1036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27AE9"/>
    <w:multiLevelType w:val="hybridMultilevel"/>
    <w:tmpl w:val="648841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B3CA6"/>
    <w:multiLevelType w:val="hybridMultilevel"/>
    <w:tmpl w:val="D8583530"/>
    <w:lvl w:ilvl="0" w:tplc="04100011">
      <w:start w:val="1"/>
      <w:numFmt w:val="decimal"/>
      <w:lvlText w:val="%1)"/>
      <w:lvlJc w:val="left"/>
      <w:pPr>
        <w:ind w:left="1145" w:hanging="360"/>
      </w:pPr>
    </w:lvl>
    <w:lvl w:ilvl="1" w:tplc="04100011">
      <w:start w:val="1"/>
      <w:numFmt w:val="decimal"/>
      <w:lvlText w:val="%2)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21F73B95"/>
    <w:multiLevelType w:val="hybridMultilevel"/>
    <w:tmpl w:val="8B48D4BE"/>
    <w:lvl w:ilvl="0" w:tplc="F4CE2C7A">
      <w:numFmt w:val="bullet"/>
      <w:lvlText w:val="-"/>
      <w:lvlJc w:val="left"/>
      <w:pPr>
        <w:ind w:left="644" w:hanging="360"/>
      </w:pPr>
      <w:rPr>
        <w:rFonts w:ascii="Trebuchet MS" w:eastAsia="Times New Roman" w:hAnsi="Trebuchet MS" w:cs="Verdana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26443E97"/>
    <w:multiLevelType w:val="hybridMultilevel"/>
    <w:tmpl w:val="DDC699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CE4BF4"/>
    <w:multiLevelType w:val="hybridMultilevel"/>
    <w:tmpl w:val="46EA13A8"/>
    <w:lvl w:ilvl="0" w:tplc="0410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6F0E6A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86B08"/>
    <w:multiLevelType w:val="multilevel"/>
    <w:tmpl w:val="BDE8003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rebuchet MS" w:eastAsia="Times New Roman" w:hAnsi="Trebuchet MS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D8920F6"/>
    <w:multiLevelType w:val="multilevel"/>
    <w:tmpl w:val="4D344D30"/>
    <w:lvl w:ilvl="0">
      <w:start w:val="7"/>
      <w:numFmt w:val="decimal"/>
      <w:lvlText w:val="%1"/>
      <w:lvlJc w:val="left"/>
      <w:pPr>
        <w:ind w:left="360" w:hanging="360"/>
      </w:pPr>
      <w:rPr>
        <w:rFonts w:cs="Arial" w:hint="default"/>
        <w:color w:val="000000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rebuchet MS" w:eastAsia="Times New Roman" w:hAnsi="Trebuchet MS" w:cs="Arial"/>
        <w:color w:val="00000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color w:val="000000"/>
        <w:sz w:val="2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Arial" w:hint="default"/>
        <w:color w:val="00000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color w:val="000000"/>
        <w:sz w:val="2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Arial" w:hint="default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Arial" w:hint="default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Arial" w:hint="default"/>
        <w:color w:val="000000"/>
        <w:sz w:val="20"/>
      </w:rPr>
    </w:lvl>
  </w:abstractNum>
  <w:abstractNum w:abstractNumId="13" w15:restartNumberingAfterBreak="0">
    <w:nsid w:val="2DAA0321"/>
    <w:multiLevelType w:val="multilevel"/>
    <w:tmpl w:val="5EEA9E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Verdan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FEA612C"/>
    <w:multiLevelType w:val="hybridMultilevel"/>
    <w:tmpl w:val="DDC699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90143D"/>
    <w:multiLevelType w:val="multilevel"/>
    <w:tmpl w:val="4D344D30"/>
    <w:lvl w:ilvl="0">
      <w:start w:val="7"/>
      <w:numFmt w:val="decimal"/>
      <w:lvlText w:val="%1"/>
      <w:lvlJc w:val="left"/>
      <w:pPr>
        <w:ind w:left="360" w:hanging="360"/>
      </w:pPr>
      <w:rPr>
        <w:rFonts w:cs="Arial" w:hint="default"/>
        <w:color w:val="000000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rebuchet MS" w:eastAsia="Times New Roman" w:hAnsi="Trebuchet MS" w:cs="Arial"/>
        <w:color w:val="00000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color w:val="000000"/>
        <w:sz w:val="2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Arial" w:hint="default"/>
        <w:color w:val="00000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color w:val="000000"/>
        <w:sz w:val="2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Arial" w:hint="default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Arial" w:hint="default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Arial" w:hint="default"/>
        <w:color w:val="000000"/>
        <w:sz w:val="20"/>
      </w:rPr>
    </w:lvl>
  </w:abstractNum>
  <w:abstractNum w:abstractNumId="16" w15:restartNumberingAfterBreak="0">
    <w:nsid w:val="33C8433E"/>
    <w:multiLevelType w:val="hybridMultilevel"/>
    <w:tmpl w:val="E99463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A24F47"/>
    <w:multiLevelType w:val="hybridMultilevel"/>
    <w:tmpl w:val="24448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256EFB"/>
    <w:multiLevelType w:val="hybridMultilevel"/>
    <w:tmpl w:val="A3DCD9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93B3F49"/>
    <w:multiLevelType w:val="hybridMultilevel"/>
    <w:tmpl w:val="511AC0A0"/>
    <w:lvl w:ilvl="0" w:tplc="44D2C37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7E3BC2"/>
    <w:multiLevelType w:val="hybridMultilevel"/>
    <w:tmpl w:val="CBC84606"/>
    <w:lvl w:ilvl="0" w:tplc="0410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323609"/>
    <w:multiLevelType w:val="hybridMultilevel"/>
    <w:tmpl w:val="ED7079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7C7844"/>
    <w:multiLevelType w:val="multilevel"/>
    <w:tmpl w:val="075A5B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E5A3A86"/>
    <w:multiLevelType w:val="hybridMultilevel"/>
    <w:tmpl w:val="EDCE92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980416"/>
    <w:multiLevelType w:val="hybridMultilevel"/>
    <w:tmpl w:val="DDA80426"/>
    <w:lvl w:ilvl="0" w:tplc="D99CD5EE">
      <w:start w:val="1"/>
      <w:numFmt w:val="decimal"/>
      <w:lvlText w:val="%1)"/>
      <w:lvlJc w:val="left"/>
      <w:pPr>
        <w:ind w:left="927" w:hanging="360"/>
      </w:pPr>
      <w:rPr>
        <w:rFonts w:ascii="Trebuchet MS" w:eastAsia="Times New Roman" w:hAnsi="Trebuchet MS" w:cs="Verdana"/>
      </w:rPr>
    </w:lvl>
    <w:lvl w:ilvl="1" w:tplc="5E7C3D3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8512F0"/>
    <w:multiLevelType w:val="hybridMultilevel"/>
    <w:tmpl w:val="89E49386"/>
    <w:lvl w:ilvl="0" w:tplc="3B965DC4">
      <w:numFmt w:val="bullet"/>
      <w:lvlText w:val="-"/>
      <w:lvlJc w:val="left"/>
      <w:pPr>
        <w:tabs>
          <w:tab w:val="num" w:pos="120"/>
        </w:tabs>
        <w:ind w:left="1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96195B"/>
    <w:multiLevelType w:val="hybridMultilevel"/>
    <w:tmpl w:val="A200621C"/>
    <w:lvl w:ilvl="0" w:tplc="49C6B336"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6E4AC5"/>
    <w:multiLevelType w:val="hybridMultilevel"/>
    <w:tmpl w:val="8116CA92"/>
    <w:lvl w:ilvl="0" w:tplc="AD9A95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C1D4013"/>
    <w:multiLevelType w:val="hybridMultilevel"/>
    <w:tmpl w:val="DDC699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540A23"/>
    <w:multiLevelType w:val="multilevel"/>
    <w:tmpl w:val="37BED2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31D403A"/>
    <w:multiLevelType w:val="multilevel"/>
    <w:tmpl w:val="8398E57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rebuchet MS" w:eastAsia="Times New Roman" w:hAnsi="Trebuchet MS" w:cs="Verdan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4865BA7"/>
    <w:multiLevelType w:val="hybridMultilevel"/>
    <w:tmpl w:val="ED7079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9D6ED7"/>
    <w:multiLevelType w:val="hybridMultilevel"/>
    <w:tmpl w:val="94749E34"/>
    <w:lvl w:ilvl="0" w:tplc="D42421E6">
      <w:start w:val="1"/>
      <w:numFmt w:val="lowerLetter"/>
      <w:lvlText w:val="%1)"/>
      <w:lvlJc w:val="left"/>
      <w:pPr>
        <w:ind w:left="1288" w:hanging="360"/>
      </w:pPr>
      <w:rPr>
        <w:rFonts w:hint="default"/>
        <w:b w:val="0"/>
        <w:sz w:val="20"/>
      </w:rPr>
    </w:lvl>
    <w:lvl w:ilvl="1" w:tplc="04100019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3" w15:restartNumberingAfterBreak="0">
    <w:nsid w:val="5BBA274C"/>
    <w:multiLevelType w:val="multilevel"/>
    <w:tmpl w:val="8C0C4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EB16EBA"/>
    <w:multiLevelType w:val="multilevel"/>
    <w:tmpl w:val="6AE684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1CB7FCB"/>
    <w:multiLevelType w:val="hybridMultilevel"/>
    <w:tmpl w:val="C11830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53D41"/>
    <w:multiLevelType w:val="hybridMultilevel"/>
    <w:tmpl w:val="FB1036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676D4E"/>
    <w:multiLevelType w:val="hybridMultilevel"/>
    <w:tmpl w:val="6F92A53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F55266"/>
    <w:multiLevelType w:val="multilevel"/>
    <w:tmpl w:val="37BED2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6834BC2"/>
    <w:multiLevelType w:val="hybridMultilevel"/>
    <w:tmpl w:val="F0B84430"/>
    <w:lvl w:ilvl="0" w:tplc="2F28586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 w:tplc="CE2AA31A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sz w:val="22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844084"/>
    <w:multiLevelType w:val="hybridMultilevel"/>
    <w:tmpl w:val="A0B85D1A"/>
    <w:lvl w:ilvl="0" w:tplc="4D1227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4538C0"/>
    <w:multiLevelType w:val="hybridMultilevel"/>
    <w:tmpl w:val="9D706C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4"/>
        </w:rPr>
      </w:lvl>
    </w:lvlOverride>
  </w:num>
  <w:num w:numId="2">
    <w:abstractNumId w:val="39"/>
  </w:num>
  <w:num w:numId="3">
    <w:abstractNumId w:val="40"/>
  </w:num>
  <w:num w:numId="4">
    <w:abstractNumId w:val="24"/>
  </w:num>
  <w:num w:numId="5">
    <w:abstractNumId w:val="27"/>
  </w:num>
  <w:num w:numId="6">
    <w:abstractNumId w:val="18"/>
  </w:num>
  <w:num w:numId="7">
    <w:abstractNumId w:val="25"/>
  </w:num>
  <w:num w:numId="8">
    <w:abstractNumId w:val="32"/>
  </w:num>
  <w:num w:numId="9">
    <w:abstractNumId w:val="30"/>
  </w:num>
  <w:num w:numId="10">
    <w:abstractNumId w:val="12"/>
  </w:num>
  <w:num w:numId="11">
    <w:abstractNumId w:val="11"/>
  </w:num>
  <w:num w:numId="12">
    <w:abstractNumId w:val="38"/>
  </w:num>
  <w:num w:numId="13">
    <w:abstractNumId w:val="33"/>
  </w:num>
  <w:num w:numId="14">
    <w:abstractNumId w:val="22"/>
  </w:num>
  <w:num w:numId="15">
    <w:abstractNumId w:val="13"/>
  </w:num>
  <w:num w:numId="16">
    <w:abstractNumId w:val="36"/>
  </w:num>
  <w:num w:numId="17">
    <w:abstractNumId w:val="5"/>
  </w:num>
  <w:num w:numId="18">
    <w:abstractNumId w:val="14"/>
  </w:num>
  <w:num w:numId="19">
    <w:abstractNumId w:val="28"/>
  </w:num>
  <w:num w:numId="20">
    <w:abstractNumId w:val="9"/>
  </w:num>
  <w:num w:numId="21">
    <w:abstractNumId w:val="37"/>
  </w:num>
  <w:num w:numId="22">
    <w:abstractNumId w:val="15"/>
  </w:num>
  <w:num w:numId="23">
    <w:abstractNumId w:val="35"/>
  </w:num>
  <w:num w:numId="24">
    <w:abstractNumId w:val="29"/>
  </w:num>
  <w:num w:numId="25">
    <w:abstractNumId w:val="31"/>
  </w:num>
  <w:num w:numId="26">
    <w:abstractNumId w:val="19"/>
  </w:num>
  <w:num w:numId="27">
    <w:abstractNumId w:val="21"/>
  </w:num>
  <w:num w:numId="28">
    <w:abstractNumId w:val="3"/>
  </w:num>
  <w:num w:numId="29">
    <w:abstractNumId w:val="1"/>
  </w:num>
  <w:num w:numId="30">
    <w:abstractNumId w:val="6"/>
  </w:num>
  <w:num w:numId="31">
    <w:abstractNumId w:val="4"/>
  </w:num>
  <w:num w:numId="32">
    <w:abstractNumId w:val="20"/>
  </w:num>
  <w:num w:numId="33">
    <w:abstractNumId w:val="2"/>
  </w:num>
  <w:num w:numId="34">
    <w:abstractNumId w:val="10"/>
  </w:num>
  <w:num w:numId="35">
    <w:abstractNumId w:val="7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</w:num>
  <w:num w:numId="38">
    <w:abstractNumId w:val="34"/>
  </w:num>
  <w:num w:numId="39">
    <w:abstractNumId w:val="41"/>
  </w:num>
  <w:num w:numId="40">
    <w:abstractNumId w:val="26"/>
  </w:num>
  <w:num w:numId="41">
    <w:abstractNumId w:val="8"/>
  </w:num>
  <w:num w:numId="42">
    <w:abstractNumId w:val="16"/>
  </w:num>
  <w:num w:numId="43">
    <w:abstractNumId w:val="2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33C"/>
    <w:rsid w:val="00002D9A"/>
    <w:rsid w:val="0000474C"/>
    <w:rsid w:val="00005DBA"/>
    <w:rsid w:val="00007598"/>
    <w:rsid w:val="000075F4"/>
    <w:rsid w:val="000119B2"/>
    <w:rsid w:val="0001371B"/>
    <w:rsid w:val="000142DB"/>
    <w:rsid w:val="000150B0"/>
    <w:rsid w:val="00015256"/>
    <w:rsid w:val="00020F39"/>
    <w:rsid w:val="0002288E"/>
    <w:rsid w:val="00023FB1"/>
    <w:rsid w:val="0002462E"/>
    <w:rsid w:val="00024DF3"/>
    <w:rsid w:val="00025932"/>
    <w:rsid w:val="000262EA"/>
    <w:rsid w:val="0002653E"/>
    <w:rsid w:val="00026A00"/>
    <w:rsid w:val="00026C3A"/>
    <w:rsid w:val="0003009C"/>
    <w:rsid w:val="00030A9E"/>
    <w:rsid w:val="000318CF"/>
    <w:rsid w:val="00033BAA"/>
    <w:rsid w:val="00034762"/>
    <w:rsid w:val="0003670B"/>
    <w:rsid w:val="00040036"/>
    <w:rsid w:val="0004097D"/>
    <w:rsid w:val="00041A5A"/>
    <w:rsid w:val="00041E6E"/>
    <w:rsid w:val="0004238D"/>
    <w:rsid w:val="00042C0E"/>
    <w:rsid w:val="00043D03"/>
    <w:rsid w:val="00044318"/>
    <w:rsid w:val="000451DD"/>
    <w:rsid w:val="00046AE7"/>
    <w:rsid w:val="0004756C"/>
    <w:rsid w:val="00047E9D"/>
    <w:rsid w:val="0005236F"/>
    <w:rsid w:val="00053789"/>
    <w:rsid w:val="00053868"/>
    <w:rsid w:val="00053D80"/>
    <w:rsid w:val="00056014"/>
    <w:rsid w:val="0006007F"/>
    <w:rsid w:val="00060404"/>
    <w:rsid w:val="00060521"/>
    <w:rsid w:val="0006099F"/>
    <w:rsid w:val="000609ED"/>
    <w:rsid w:val="00061D07"/>
    <w:rsid w:val="000622BD"/>
    <w:rsid w:val="000629C5"/>
    <w:rsid w:val="00063C54"/>
    <w:rsid w:val="00063D84"/>
    <w:rsid w:val="00064678"/>
    <w:rsid w:val="00066980"/>
    <w:rsid w:val="00067C25"/>
    <w:rsid w:val="000717B2"/>
    <w:rsid w:val="00072608"/>
    <w:rsid w:val="000735AE"/>
    <w:rsid w:val="000740D1"/>
    <w:rsid w:val="000745CC"/>
    <w:rsid w:val="0007761E"/>
    <w:rsid w:val="00081D4D"/>
    <w:rsid w:val="00082180"/>
    <w:rsid w:val="000822A4"/>
    <w:rsid w:val="000827DC"/>
    <w:rsid w:val="00082B92"/>
    <w:rsid w:val="00082FB2"/>
    <w:rsid w:val="00083C02"/>
    <w:rsid w:val="00090534"/>
    <w:rsid w:val="0009194F"/>
    <w:rsid w:val="0009320B"/>
    <w:rsid w:val="00093837"/>
    <w:rsid w:val="0009423C"/>
    <w:rsid w:val="0009434B"/>
    <w:rsid w:val="00094A49"/>
    <w:rsid w:val="00096777"/>
    <w:rsid w:val="000972FF"/>
    <w:rsid w:val="000A551E"/>
    <w:rsid w:val="000A6F0E"/>
    <w:rsid w:val="000A717F"/>
    <w:rsid w:val="000B0A7B"/>
    <w:rsid w:val="000B3B1E"/>
    <w:rsid w:val="000B581F"/>
    <w:rsid w:val="000B6011"/>
    <w:rsid w:val="000B6AA3"/>
    <w:rsid w:val="000B7F75"/>
    <w:rsid w:val="000C27EA"/>
    <w:rsid w:val="000C2E7C"/>
    <w:rsid w:val="000C3665"/>
    <w:rsid w:val="000C44CB"/>
    <w:rsid w:val="000C6DEF"/>
    <w:rsid w:val="000C7983"/>
    <w:rsid w:val="000D014C"/>
    <w:rsid w:val="000D197F"/>
    <w:rsid w:val="000D1CB8"/>
    <w:rsid w:val="000D38E9"/>
    <w:rsid w:val="000D404B"/>
    <w:rsid w:val="000D7A34"/>
    <w:rsid w:val="000E07CC"/>
    <w:rsid w:val="000E0BD6"/>
    <w:rsid w:val="000E1375"/>
    <w:rsid w:val="000E3DCD"/>
    <w:rsid w:val="000E43D1"/>
    <w:rsid w:val="000E46A3"/>
    <w:rsid w:val="000E5180"/>
    <w:rsid w:val="000E695A"/>
    <w:rsid w:val="000F0444"/>
    <w:rsid w:val="000F1874"/>
    <w:rsid w:val="000F57BB"/>
    <w:rsid w:val="000F7449"/>
    <w:rsid w:val="001032AD"/>
    <w:rsid w:val="001040C7"/>
    <w:rsid w:val="00104C83"/>
    <w:rsid w:val="00106E1F"/>
    <w:rsid w:val="0011020F"/>
    <w:rsid w:val="00110CC3"/>
    <w:rsid w:val="00111F4D"/>
    <w:rsid w:val="001128F8"/>
    <w:rsid w:val="0011344F"/>
    <w:rsid w:val="0011362A"/>
    <w:rsid w:val="00114925"/>
    <w:rsid w:val="00114D53"/>
    <w:rsid w:val="00120C0E"/>
    <w:rsid w:val="00121020"/>
    <w:rsid w:val="00121EF7"/>
    <w:rsid w:val="0012392C"/>
    <w:rsid w:val="00123C72"/>
    <w:rsid w:val="0012449C"/>
    <w:rsid w:val="00124790"/>
    <w:rsid w:val="00124FF5"/>
    <w:rsid w:val="001258ED"/>
    <w:rsid w:val="0012754A"/>
    <w:rsid w:val="0013003F"/>
    <w:rsid w:val="00131C58"/>
    <w:rsid w:val="001323B0"/>
    <w:rsid w:val="0013373F"/>
    <w:rsid w:val="0013605F"/>
    <w:rsid w:val="00136DDD"/>
    <w:rsid w:val="00137488"/>
    <w:rsid w:val="00137D36"/>
    <w:rsid w:val="00142F0A"/>
    <w:rsid w:val="001447F0"/>
    <w:rsid w:val="0014621D"/>
    <w:rsid w:val="00146CB4"/>
    <w:rsid w:val="001477A2"/>
    <w:rsid w:val="0015244A"/>
    <w:rsid w:val="001524A2"/>
    <w:rsid w:val="0015261C"/>
    <w:rsid w:val="00152892"/>
    <w:rsid w:val="00156D39"/>
    <w:rsid w:val="00157293"/>
    <w:rsid w:val="00157B68"/>
    <w:rsid w:val="00157C21"/>
    <w:rsid w:val="001615D1"/>
    <w:rsid w:val="00162770"/>
    <w:rsid w:val="00163667"/>
    <w:rsid w:val="00163852"/>
    <w:rsid w:val="00164E7A"/>
    <w:rsid w:val="00166453"/>
    <w:rsid w:val="00167867"/>
    <w:rsid w:val="00175024"/>
    <w:rsid w:val="00175041"/>
    <w:rsid w:val="001777C7"/>
    <w:rsid w:val="00177DBE"/>
    <w:rsid w:val="00181685"/>
    <w:rsid w:val="0018201B"/>
    <w:rsid w:val="0018280C"/>
    <w:rsid w:val="00183A06"/>
    <w:rsid w:val="001862A8"/>
    <w:rsid w:val="001870AB"/>
    <w:rsid w:val="001873B3"/>
    <w:rsid w:val="001932C9"/>
    <w:rsid w:val="00195645"/>
    <w:rsid w:val="00195852"/>
    <w:rsid w:val="00196AF0"/>
    <w:rsid w:val="00196F99"/>
    <w:rsid w:val="001A1AFF"/>
    <w:rsid w:val="001A30D6"/>
    <w:rsid w:val="001A3957"/>
    <w:rsid w:val="001A6EF0"/>
    <w:rsid w:val="001A773F"/>
    <w:rsid w:val="001A7C0C"/>
    <w:rsid w:val="001B2F8C"/>
    <w:rsid w:val="001B3620"/>
    <w:rsid w:val="001B387C"/>
    <w:rsid w:val="001B417F"/>
    <w:rsid w:val="001C1D31"/>
    <w:rsid w:val="001C2FAF"/>
    <w:rsid w:val="001C75D9"/>
    <w:rsid w:val="001D0265"/>
    <w:rsid w:val="001D127D"/>
    <w:rsid w:val="001D1F16"/>
    <w:rsid w:val="001D645C"/>
    <w:rsid w:val="001D6846"/>
    <w:rsid w:val="001E179D"/>
    <w:rsid w:val="001E217B"/>
    <w:rsid w:val="001E2BD7"/>
    <w:rsid w:val="001E30C7"/>
    <w:rsid w:val="001E4D8C"/>
    <w:rsid w:val="001E5689"/>
    <w:rsid w:val="001E6A19"/>
    <w:rsid w:val="001F1C5B"/>
    <w:rsid w:val="001F2C5F"/>
    <w:rsid w:val="001F3AD4"/>
    <w:rsid w:val="001F3DC9"/>
    <w:rsid w:val="001F5654"/>
    <w:rsid w:val="001F593E"/>
    <w:rsid w:val="001F7263"/>
    <w:rsid w:val="00200A23"/>
    <w:rsid w:val="00200BC3"/>
    <w:rsid w:val="002021AB"/>
    <w:rsid w:val="00203119"/>
    <w:rsid w:val="002034B5"/>
    <w:rsid w:val="0020668C"/>
    <w:rsid w:val="002112A5"/>
    <w:rsid w:val="002141D1"/>
    <w:rsid w:val="002144CA"/>
    <w:rsid w:val="0021726D"/>
    <w:rsid w:val="00222101"/>
    <w:rsid w:val="00222131"/>
    <w:rsid w:val="002223D5"/>
    <w:rsid w:val="002225FF"/>
    <w:rsid w:val="00223219"/>
    <w:rsid w:val="00223ED5"/>
    <w:rsid w:val="002248AE"/>
    <w:rsid w:val="002277C9"/>
    <w:rsid w:val="002319D0"/>
    <w:rsid w:val="00234E06"/>
    <w:rsid w:val="002358BE"/>
    <w:rsid w:val="00236128"/>
    <w:rsid w:val="00237A03"/>
    <w:rsid w:val="00240D9B"/>
    <w:rsid w:val="00241FCD"/>
    <w:rsid w:val="00242431"/>
    <w:rsid w:val="002427F6"/>
    <w:rsid w:val="002438DF"/>
    <w:rsid w:val="00246F4F"/>
    <w:rsid w:val="002500A8"/>
    <w:rsid w:val="0025163C"/>
    <w:rsid w:val="00252A91"/>
    <w:rsid w:val="002533CB"/>
    <w:rsid w:val="00253479"/>
    <w:rsid w:val="00254694"/>
    <w:rsid w:val="00254F14"/>
    <w:rsid w:val="00255C5B"/>
    <w:rsid w:val="00255E7E"/>
    <w:rsid w:val="00256884"/>
    <w:rsid w:val="00262B04"/>
    <w:rsid w:val="0026366B"/>
    <w:rsid w:val="00263EF1"/>
    <w:rsid w:val="00265C89"/>
    <w:rsid w:val="00272D23"/>
    <w:rsid w:val="002748DA"/>
    <w:rsid w:val="00274BAD"/>
    <w:rsid w:val="002757E1"/>
    <w:rsid w:val="002771D6"/>
    <w:rsid w:val="00283D5F"/>
    <w:rsid w:val="00284BC7"/>
    <w:rsid w:val="00285F9C"/>
    <w:rsid w:val="0028728E"/>
    <w:rsid w:val="0028762C"/>
    <w:rsid w:val="00290BA0"/>
    <w:rsid w:val="00291B83"/>
    <w:rsid w:val="00291E37"/>
    <w:rsid w:val="00292531"/>
    <w:rsid w:val="002948E4"/>
    <w:rsid w:val="00294A0F"/>
    <w:rsid w:val="00297B6D"/>
    <w:rsid w:val="002A18BB"/>
    <w:rsid w:val="002A1A28"/>
    <w:rsid w:val="002A44F1"/>
    <w:rsid w:val="002A4CD8"/>
    <w:rsid w:val="002A6614"/>
    <w:rsid w:val="002B031D"/>
    <w:rsid w:val="002B08A5"/>
    <w:rsid w:val="002B08AD"/>
    <w:rsid w:val="002B0C2F"/>
    <w:rsid w:val="002B5355"/>
    <w:rsid w:val="002B62DC"/>
    <w:rsid w:val="002B7CC5"/>
    <w:rsid w:val="002C079F"/>
    <w:rsid w:val="002C4E63"/>
    <w:rsid w:val="002C4F35"/>
    <w:rsid w:val="002C738B"/>
    <w:rsid w:val="002D0F7B"/>
    <w:rsid w:val="002D3667"/>
    <w:rsid w:val="002D3DE4"/>
    <w:rsid w:val="002D3E4F"/>
    <w:rsid w:val="002D5DD5"/>
    <w:rsid w:val="002D6208"/>
    <w:rsid w:val="002D6B98"/>
    <w:rsid w:val="002E0799"/>
    <w:rsid w:val="002E1AE7"/>
    <w:rsid w:val="002E2280"/>
    <w:rsid w:val="002E2C16"/>
    <w:rsid w:val="002E2D3C"/>
    <w:rsid w:val="002E3F05"/>
    <w:rsid w:val="002E4014"/>
    <w:rsid w:val="002E40EE"/>
    <w:rsid w:val="002E4DBA"/>
    <w:rsid w:val="002E69BB"/>
    <w:rsid w:val="002F1B17"/>
    <w:rsid w:val="003024F8"/>
    <w:rsid w:val="00302FB0"/>
    <w:rsid w:val="003031B8"/>
    <w:rsid w:val="00303761"/>
    <w:rsid w:val="00304263"/>
    <w:rsid w:val="003050A3"/>
    <w:rsid w:val="003063DB"/>
    <w:rsid w:val="00310CAE"/>
    <w:rsid w:val="00312588"/>
    <w:rsid w:val="00312B22"/>
    <w:rsid w:val="003135EE"/>
    <w:rsid w:val="0031363D"/>
    <w:rsid w:val="00315513"/>
    <w:rsid w:val="00315EF1"/>
    <w:rsid w:val="00320756"/>
    <w:rsid w:val="00322D24"/>
    <w:rsid w:val="0032310E"/>
    <w:rsid w:val="00323C89"/>
    <w:rsid w:val="003248E0"/>
    <w:rsid w:val="00325D1A"/>
    <w:rsid w:val="00327572"/>
    <w:rsid w:val="0032759E"/>
    <w:rsid w:val="00331A90"/>
    <w:rsid w:val="00332A3D"/>
    <w:rsid w:val="0033412B"/>
    <w:rsid w:val="00335467"/>
    <w:rsid w:val="00336B37"/>
    <w:rsid w:val="00336F1F"/>
    <w:rsid w:val="003377B8"/>
    <w:rsid w:val="003378D1"/>
    <w:rsid w:val="00337963"/>
    <w:rsid w:val="00337CFC"/>
    <w:rsid w:val="0034024B"/>
    <w:rsid w:val="00344F8E"/>
    <w:rsid w:val="003456F8"/>
    <w:rsid w:val="00345F63"/>
    <w:rsid w:val="0035030F"/>
    <w:rsid w:val="00351A05"/>
    <w:rsid w:val="0035227E"/>
    <w:rsid w:val="003525E7"/>
    <w:rsid w:val="003544A3"/>
    <w:rsid w:val="00355104"/>
    <w:rsid w:val="003555C5"/>
    <w:rsid w:val="003566EA"/>
    <w:rsid w:val="003567F1"/>
    <w:rsid w:val="00361472"/>
    <w:rsid w:val="0036172F"/>
    <w:rsid w:val="0036182C"/>
    <w:rsid w:val="00361B5C"/>
    <w:rsid w:val="00363361"/>
    <w:rsid w:val="00365C0B"/>
    <w:rsid w:val="00376133"/>
    <w:rsid w:val="003768B0"/>
    <w:rsid w:val="00377077"/>
    <w:rsid w:val="0037707E"/>
    <w:rsid w:val="00380757"/>
    <w:rsid w:val="00380D6F"/>
    <w:rsid w:val="0038187D"/>
    <w:rsid w:val="00382DFF"/>
    <w:rsid w:val="00382E8F"/>
    <w:rsid w:val="00384E8F"/>
    <w:rsid w:val="0038568D"/>
    <w:rsid w:val="00386928"/>
    <w:rsid w:val="00387AD1"/>
    <w:rsid w:val="00391CDE"/>
    <w:rsid w:val="003963B0"/>
    <w:rsid w:val="00397C78"/>
    <w:rsid w:val="003A6B4C"/>
    <w:rsid w:val="003A73DC"/>
    <w:rsid w:val="003B0116"/>
    <w:rsid w:val="003B28DC"/>
    <w:rsid w:val="003B3335"/>
    <w:rsid w:val="003B5B80"/>
    <w:rsid w:val="003C2A95"/>
    <w:rsid w:val="003C379E"/>
    <w:rsid w:val="003C47CF"/>
    <w:rsid w:val="003C5992"/>
    <w:rsid w:val="003D2DA1"/>
    <w:rsid w:val="003D47F1"/>
    <w:rsid w:val="003D5249"/>
    <w:rsid w:val="003D556B"/>
    <w:rsid w:val="003D6A35"/>
    <w:rsid w:val="003E0F44"/>
    <w:rsid w:val="003E256A"/>
    <w:rsid w:val="003E3BF5"/>
    <w:rsid w:val="003E5218"/>
    <w:rsid w:val="003E530E"/>
    <w:rsid w:val="003E5325"/>
    <w:rsid w:val="003E7202"/>
    <w:rsid w:val="003F00ED"/>
    <w:rsid w:val="003F100D"/>
    <w:rsid w:val="003F185B"/>
    <w:rsid w:val="003F2C97"/>
    <w:rsid w:val="003F2C9C"/>
    <w:rsid w:val="003F2E95"/>
    <w:rsid w:val="003F3AB6"/>
    <w:rsid w:val="003F3E99"/>
    <w:rsid w:val="003F4EDB"/>
    <w:rsid w:val="003F674F"/>
    <w:rsid w:val="003F6AF9"/>
    <w:rsid w:val="00403604"/>
    <w:rsid w:val="0040370B"/>
    <w:rsid w:val="00404EB3"/>
    <w:rsid w:val="00406492"/>
    <w:rsid w:val="00407B35"/>
    <w:rsid w:val="00410947"/>
    <w:rsid w:val="00413969"/>
    <w:rsid w:val="00415925"/>
    <w:rsid w:val="00415AAB"/>
    <w:rsid w:val="0041607B"/>
    <w:rsid w:val="00416ECF"/>
    <w:rsid w:val="004178C5"/>
    <w:rsid w:val="00417A28"/>
    <w:rsid w:val="00420327"/>
    <w:rsid w:val="004212DA"/>
    <w:rsid w:val="00421838"/>
    <w:rsid w:val="004254B8"/>
    <w:rsid w:val="00425758"/>
    <w:rsid w:val="004274B6"/>
    <w:rsid w:val="00434783"/>
    <w:rsid w:val="00436990"/>
    <w:rsid w:val="004373F3"/>
    <w:rsid w:val="00441F61"/>
    <w:rsid w:val="00441FC8"/>
    <w:rsid w:val="004436BD"/>
    <w:rsid w:val="004437B1"/>
    <w:rsid w:val="00443F17"/>
    <w:rsid w:val="00444272"/>
    <w:rsid w:val="00447D14"/>
    <w:rsid w:val="004505D2"/>
    <w:rsid w:val="00450B7F"/>
    <w:rsid w:val="00451A10"/>
    <w:rsid w:val="00460FD4"/>
    <w:rsid w:val="00461DAF"/>
    <w:rsid w:val="00463DFC"/>
    <w:rsid w:val="00463F50"/>
    <w:rsid w:val="0046420C"/>
    <w:rsid w:val="00464B5F"/>
    <w:rsid w:val="00466A4D"/>
    <w:rsid w:val="004678ED"/>
    <w:rsid w:val="00472530"/>
    <w:rsid w:val="00472868"/>
    <w:rsid w:val="00472EBB"/>
    <w:rsid w:val="0047359E"/>
    <w:rsid w:val="00473682"/>
    <w:rsid w:val="00473872"/>
    <w:rsid w:val="0047612C"/>
    <w:rsid w:val="0048036F"/>
    <w:rsid w:val="00480439"/>
    <w:rsid w:val="00482024"/>
    <w:rsid w:val="004822F3"/>
    <w:rsid w:val="00482C35"/>
    <w:rsid w:val="0048365B"/>
    <w:rsid w:val="004842AC"/>
    <w:rsid w:val="00485A1E"/>
    <w:rsid w:val="00485B32"/>
    <w:rsid w:val="00486E06"/>
    <w:rsid w:val="00490C20"/>
    <w:rsid w:val="0049192C"/>
    <w:rsid w:val="00492401"/>
    <w:rsid w:val="004926C3"/>
    <w:rsid w:val="00492A95"/>
    <w:rsid w:val="00494665"/>
    <w:rsid w:val="004951B6"/>
    <w:rsid w:val="00496C33"/>
    <w:rsid w:val="00497E14"/>
    <w:rsid w:val="004A28BD"/>
    <w:rsid w:val="004A3034"/>
    <w:rsid w:val="004A332C"/>
    <w:rsid w:val="004A3F12"/>
    <w:rsid w:val="004A4EDC"/>
    <w:rsid w:val="004A5FD2"/>
    <w:rsid w:val="004B12A0"/>
    <w:rsid w:val="004B14E0"/>
    <w:rsid w:val="004C1474"/>
    <w:rsid w:val="004C249F"/>
    <w:rsid w:val="004C36A4"/>
    <w:rsid w:val="004C37CC"/>
    <w:rsid w:val="004C478E"/>
    <w:rsid w:val="004C7294"/>
    <w:rsid w:val="004D1259"/>
    <w:rsid w:val="004D1A35"/>
    <w:rsid w:val="004D5739"/>
    <w:rsid w:val="004D72C5"/>
    <w:rsid w:val="004E0316"/>
    <w:rsid w:val="004E05D2"/>
    <w:rsid w:val="004E2292"/>
    <w:rsid w:val="004E496C"/>
    <w:rsid w:val="004E5375"/>
    <w:rsid w:val="004E549E"/>
    <w:rsid w:val="004F026E"/>
    <w:rsid w:val="004F22C9"/>
    <w:rsid w:val="004F2DF4"/>
    <w:rsid w:val="004F3E4D"/>
    <w:rsid w:val="004F3F24"/>
    <w:rsid w:val="004F605D"/>
    <w:rsid w:val="004F7380"/>
    <w:rsid w:val="0050030C"/>
    <w:rsid w:val="00506E9A"/>
    <w:rsid w:val="00510A85"/>
    <w:rsid w:val="00510DD0"/>
    <w:rsid w:val="005117F3"/>
    <w:rsid w:val="005143FE"/>
    <w:rsid w:val="0051473C"/>
    <w:rsid w:val="00514DEE"/>
    <w:rsid w:val="005169E1"/>
    <w:rsid w:val="00522FA8"/>
    <w:rsid w:val="00524159"/>
    <w:rsid w:val="00524F48"/>
    <w:rsid w:val="00525011"/>
    <w:rsid w:val="00526FD5"/>
    <w:rsid w:val="0052750E"/>
    <w:rsid w:val="00527EEA"/>
    <w:rsid w:val="00532192"/>
    <w:rsid w:val="00532434"/>
    <w:rsid w:val="00532499"/>
    <w:rsid w:val="00533D82"/>
    <w:rsid w:val="00535C7F"/>
    <w:rsid w:val="005362C1"/>
    <w:rsid w:val="005377F7"/>
    <w:rsid w:val="00540A47"/>
    <w:rsid w:val="00540E02"/>
    <w:rsid w:val="00541E0D"/>
    <w:rsid w:val="0054290B"/>
    <w:rsid w:val="00542FDD"/>
    <w:rsid w:val="00544DA4"/>
    <w:rsid w:val="0054690B"/>
    <w:rsid w:val="00547946"/>
    <w:rsid w:val="00547EEA"/>
    <w:rsid w:val="00551340"/>
    <w:rsid w:val="00552E70"/>
    <w:rsid w:val="00552EDA"/>
    <w:rsid w:val="00560B8B"/>
    <w:rsid w:val="00560F90"/>
    <w:rsid w:val="0056526A"/>
    <w:rsid w:val="00565A7D"/>
    <w:rsid w:val="0057082E"/>
    <w:rsid w:val="00574590"/>
    <w:rsid w:val="00574F80"/>
    <w:rsid w:val="00575329"/>
    <w:rsid w:val="00580520"/>
    <w:rsid w:val="0058169D"/>
    <w:rsid w:val="00581A1A"/>
    <w:rsid w:val="005854A2"/>
    <w:rsid w:val="0059047C"/>
    <w:rsid w:val="00591555"/>
    <w:rsid w:val="00592A21"/>
    <w:rsid w:val="00593070"/>
    <w:rsid w:val="00595D6E"/>
    <w:rsid w:val="00596E9E"/>
    <w:rsid w:val="00597489"/>
    <w:rsid w:val="005A05B5"/>
    <w:rsid w:val="005A070E"/>
    <w:rsid w:val="005A0EF8"/>
    <w:rsid w:val="005A1307"/>
    <w:rsid w:val="005A494C"/>
    <w:rsid w:val="005A5B96"/>
    <w:rsid w:val="005B1217"/>
    <w:rsid w:val="005B2F67"/>
    <w:rsid w:val="005B4295"/>
    <w:rsid w:val="005B4FEC"/>
    <w:rsid w:val="005B54D1"/>
    <w:rsid w:val="005B6F76"/>
    <w:rsid w:val="005C11B6"/>
    <w:rsid w:val="005C4D61"/>
    <w:rsid w:val="005C50A4"/>
    <w:rsid w:val="005C6AB3"/>
    <w:rsid w:val="005D3B1E"/>
    <w:rsid w:val="005E0331"/>
    <w:rsid w:val="005E05DC"/>
    <w:rsid w:val="005E06AA"/>
    <w:rsid w:val="005E0934"/>
    <w:rsid w:val="005E1861"/>
    <w:rsid w:val="005E34D2"/>
    <w:rsid w:val="005E6558"/>
    <w:rsid w:val="005E66EA"/>
    <w:rsid w:val="005E7838"/>
    <w:rsid w:val="005F442B"/>
    <w:rsid w:val="005F4586"/>
    <w:rsid w:val="005F5AF4"/>
    <w:rsid w:val="005F5DE9"/>
    <w:rsid w:val="0060114A"/>
    <w:rsid w:val="006019D2"/>
    <w:rsid w:val="0060349E"/>
    <w:rsid w:val="006043B2"/>
    <w:rsid w:val="00605D7A"/>
    <w:rsid w:val="00610197"/>
    <w:rsid w:val="00614341"/>
    <w:rsid w:val="00614ED8"/>
    <w:rsid w:val="006203E3"/>
    <w:rsid w:val="00621563"/>
    <w:rsid w:val="00622623"/>
    <w:rsid w:val="006248D8"/>
    <w:rsid w:val="006269A3"/>
    <w:rsid w:val="006274B0"/>
    <w:rsid w:val="0062752D"/>
    <w:rsid w:val="00627FFB"/>
    <w:rsid w:val="00631063"/>
    <w:rsid w:val="00631869"/>
    <w:rsid w:val="00631960"/>
    <w:rsid w:val="0063215E"/>
    <w:rsid w:val="00632E50"/>
    <w:rsid w:val="00633E5E"/>
    <w:rsid w:val="00634881"/>
    <w:rsid w:val="00635F31"/>
    <w:rsid w:val="0063603F"/>
    <w:rsid w:val="0063784A"/>
    <w:rsid w:val="00637FB5"/>
    <w:rsid w:val="00640565"/>
    <w:rsid w:val="00640AF6"/>
    <w:rsid w:val="00640C7F"/>
    <w:rsid w:val="00640E82"/>
    <w:rsid w:val="00641E16"/>
    <w:rsid w:val="006444A7"/>
    <w:rsid w:val="00646FBC"/>
    <w:rsid w:val="006473A8"/>
    <w:rsid w:val="00647529"/>
    <w:rsid w:val="00650385"/>
    <w:rsid w:val="006518E2"/>
    <w:rsid w:val="00651C07"/>
    <w:rsid w:val="0065584E"/>
    <w:rsid w:val="006569B3"/>
    <w:rsid w:val="006569C5"/>
    <w:rsid w:val="0066006A"/>
    <w:rsid w:val="00661116"/>
    <w:rsid w:val="006621DF"/>
    <w:rsid w:val="0066575A"/>
    <w:rsid w:val="00666ACD"/>
    <w:rsid w:val="00666CC8"/>
    <w:rsid w:val="00667944"/>
    <w:rsid w:val="00671A61"/>
    <w:rsid w:val="00671DF6"/>
    <w:rsid w:val="00672CC8"/>
    <w:rsid w:val="00682459"/>
    <w:rsid w:val="0068468D"/>
    <w:rsid w:val="0068524C"/>
    <w:rsid w:val="00686AC0"/>
    <w:rsid w:val="00686FF5"/>
    <w:rsid w:val="006934AE"/>
    <w:rsid w:val="00694608"/>
    <w:rsid w:val="006950FB"/>
    <w:rsid w:val="0069510B"/>
    <w:rsid w:val="0069604E"/>
    <w:rsid w:val="006966B9"/>
    <w:rsid w:val="006A063A"/>
    <w:rsid w:val="006A1129"/>
    <w:rsid w:val="006A1AFD"/>
    <w:rsid w:val="006A2773"/>
    <w:rsid w:val="006A2C72"/>
    <w:rsid w:val="006A5273"/>
    <w:rsid w:val="006A694C"/>
    <w:rsid w:val="006B02AF"/>
    <w:rsid w:val="006B1C19"/>
    <w:rsid w:val="006B3CB4"/>
    <w:rsid w:val="006B510E"/>
    <w:rsid w:val="006B6F1F"/>
    <w:rsid w:val="006B7B38"/>
    <w:rsid w:val="006B7FB2"/>
    <w:rsid w:val="006C030C"/>
    <w:rsid w:val="006C3041"/>
    <w:rsid w:val="006C5E3B"/>
    <w:rsid w:val="006C6189"/>
    <w:rsid w:val="006C7DAD"/>
    <w:rsid w:val="006D08C0"/>
    <w:rsid w:val="006D0A3C"/>
    <w:rsid w:val="006D1204"/>
    <w:rsid w:val="006D1B79"/>
    <w:rsid w:val="006D2E42"/>
    <w:rsid w:val="006D4923"/>
    <w:rsid w:val="006E0C0E"/>
    <w:rsid w:val="006E45E6"/>
    <w:rsid w:val="006F0300"/>
    <w:rsid w:val="006F060B"/>
    <w:rsid w:val="006F083D"/>
    <w:rsid w:val="006F0E8F"/>
    <w:rsid w:val="006F1AFB"/>
    <w:rsid w:val="006F45F8"/>
    <w:rsid w:val="00700960"/>
    <w:rsid w:val="00703185"/>
    <w:rsid w:val="007033D0"/>
    <w:rsid w:val="007072CA"/>
    <w:rsid w:val="007075B1"/>
    <w:rsid w:val="0071019C"/>
    <w:rsid w:val="007119D6"/>
    <w:rsid w:val="00712631"/>
    <w:rsid w:val="00712A81"/>
    <w:rsid w:val="007137C3"/>
    <w:rsid w:val="0071411D"/>
    <w:rsid w:val="00716876"/>
    <w:rsid w:val="00720FBA"/>
    <w:rsid w:val="00722222"/>
    <w:rsid w:val="007222DB"/>
    <w:rsid w:val="007228A4"/>
    <w:rsid w:val="00722B9A"/>
    <w:rsid w:val="0072320D"/>
    <w:rsid w:val="00726023"/>
    <w:rsid w:val="007267D2"/>
    <w:rsid w:val="00726CEF"/>
    <w:rsid w:val="00727619"/>
    <w:rsid w:val="00730EE1"/>
    <w:rsid w:val="00731870"/>
    <w:rsid w:val="007331FA"/>
    <w:rsid w:val="00733433"/>
    <w:rsid w:val="007339BF"/>
    <w:rsid w:val="00734DF0"/>
    <w:rsid w:val="00737B50"/>
    <w:rsid w:val="00742574"/>
    <w:rsid w:val="00745D05"/>
    <w:rsid w:val="00745E64"/>
    <w:rsid w:val="007462FF"/>
    <w:rsid w:val="007538A8"/>
    <w:rsid w:val="00754A44"/>
    <w:rsid w:val="00755234"/>
    <w:rsid w:val="00755715"/>
    <w:rsid w:val="007562B6"/>
    <w:rsid w:val="007569CC"/>
    <w:rsid w:val="0076015D"/>
    <w:rsid w:val="0076089F"/>
    <w:rsid w:val="00765571"/>
    <w:rsid w:val="007662F3"/>
    <w:rsid w:val="007667A2"/>
    <w:rsid w:val="0076757D"/>
    <w:rsid w:val="00771AF0"/>
    <w:rsid w:val="00771B6F"/>
    <w:rsid w:val="00772398"/>
    <w:rsid w:val="00774290"/>
    <w:rsid w:val="00775A60"/>
    <w:rsid w:val="007779B2"/>
    <w:rsid w:val="007817FF"/>
    <w:rsid w:val="00782787"/>
    <w:rsid w:val="00782F2C"/>
    <w:rsid w:val="00785D05"/>
    <w:rsid w:val="00786458"/>
    <w:rsid w:val="00787843"/>
    <w:rsid w:val="00791234"/>
    <w:rsid w:val="00791922"/>
    <w:rsid w:val="00792FA5"/>
    <w:rsid w:val="0079310F"/>
    <w:rsid w:val="00793ECE"/>
    <w:rsid w:val="00794C81"/>
    <w:rsid w:val="00795641"/>
    <w:rsid w:val="00795668"/>
    <w:rsid w:val="00797851"/>
    <w:rsid w:val="007A0D0F"/>
    <w:rsid w:val="007A1AEC"/>
    <w:rsid w:val="007A33E6"/>
    <w:rsid w:val="007A3D84"/>
    <w:rsid w:val="007A4631"/>
    <w:rsid w:val="007A5023"/>
    <w:rsid w:val="007A5A7C"/>
    <w:rsid w:val="007A604C"/>
    <w:rsid w:val="007A707F"/>
    <w:rsid w:val="007A7A2D"/>
    <w:rsid w:val="007B3592"/>
    <w:rsid w:val="007B3921"/>
    <w:rsid w:val="007B4C9B"/>
    <w:rsid w:val="007B661F"/>
    <w:rsid w:val="007B6635"/>
    <w:rsid w:val="007B7432"/>
    <w:rsid w:val="007C108E"/>
    <w:rsid w:val="007C202D"/>
    <w:rsid w:val="007C41CF"/>
    <w:rsid w:val="007C66C9"/>
    <w:rsid w:val="007C692B"/>
    <w:rsid w:val="007D221D"/>
    <w:rsid w:val="007D22AA"/>
    <w:rsid w:val="007D483B"/>
    <w:rsid w:val="007D6076"/>
    <w:rsid w:val="007D6B70"/>
    <w:rsid w:val="007D6D6E"/>
    <w:rsid w:val="007E0338"/>
    <w:rsid w:val="007E2031"/>
    <w:rsid w:val="007E27A8"/>
    <w:rsid w:val="007E3649"/>
    <w:rsid w:val="007E43D3"/>
    <w:rsid w:val="007E536E"/>
    <w:rsid w:val="007E7A8B"/>
    <w:rsid w:val="007F0444"/>
    <w:rsid w:val="007F2BD0"/>
    <w:rsid w:val="007F4CF6"/>
    <w:rsid w:val="007F5C7F"/>
    <w:rsid w:val="007F775D"/>
    <w:rsid w:val="00800F98"/>
    <w:rsid w:val="00801FE0"/>
    <w:rsid w:val="00803350"/>
    <w:rsid w:val="00806161"/>
    <w:rsid w:val="008061DD"/>
    <w:rsid w:val="00807341"/>
    <w:rsid w:val="00810C1A"/>
    <w:rsid w:val="008115F0"/>
    <w:rsid w:val="00812850"/>
    <w:rsid w:val="00823FE8"/>
    <w:rsid w:val="00825CF7"/>
    <w:rsid w:val="00825EAE"/>
    <w:rsid w:val="00830A79"/>
    <w:rsid w:val="00831F87"/>
    <w:rsid w:val="008338C2"/>
    <w:rsid w:val="008348EC"/>
    <w:rsid w:val="00835C91"/>
    <w:rsid w:val="00836A2A"/>
    <w:rsid w:val="0084031B"/>
    <w:rsid w:val="00840D5B"/>
    <w:rsid w:val="00844A32"/>
    <w:rsid w:val="00845064"/>
    <w:rsid w:val="00845C0F"/>
    <w:rsid w:val="00851722"/>
    <w:rsid w:val="00852C8E"/>
    <w:rsid w:val="00855E7F"/>
    <w:rsid w:val="008567A9"/>
    <w:rsid w:val="0085763D"/>
    <w:rsid w:val="00857892"/>
    <w:rsid w:val="00860EB8"/>
    <w:rsid w:val="0086245E"/>
    <w:rsid w:val="00862DB7"/>
    <w:rsid w:val="0086560D"/>
    <w:rsid w:val="00866D84"/>
    <w:rsid w:val="0087187B"/>
    <w:rsid w:val="00873324"/>
    <w:rsid w:val="0087461F"/>
    <w:rsid w:val="008747EC"/>
    <w:rsid w:val="008750B7"/>
    <w:rsid w:val="00877D1F"/>
    <w:rsid w:val="00877D51"/>
    <w:rsid w:val="0088573C"/>
    <w:rsid w:val="0088640F"/>
    <w:rsid w:val="00887CBF"/>
    <w:rsid w:val="00891BE0"/>
    <w:rsid w:val="00893D4C"/>
    <w:rsid w:val="008946F8"/>
    <w:rsid w:val="00895C44"/>
    <w:rsid w:val="00896ED5"/>
    <w:rsid w:val="008A00A4"/>
    <w:rsid w:val="008A0C59"/>
    <w:rsid w:val="008A0F73"/>
    <w:rsid w:val="008A154E"/>
    <w:rsid w:val="008A1633"/>
    <w:rsid w:val="008A49A2"/>
    <w:rsid w:val="008A5971"/>
    <w:rsid w:val="008A6FB5"/>
    <w:rsid w:val="008A7C88"/>
    <w:rsid w:val="008B0B3B"/>
    <w:rsid w:val="008B1DB1"/>
    <w:rsid w:val="008B7022"/>
    <w:rsid w:val="008B720A"/>
    <w:rsid w:val="008C18C6"/>
    <w:rsid w:val="008C30DC"/>
    <w:rsid w:val="008C336A"/>
    <w:rsid w:val="008C6E0E"/>
    <w:rsid w:val="008C78C6"/>
    <w:rsid w:val="008D05CD"/>
    <w:rsid w:val="008D23E7"/>
    <w:rsid w:val="008D330D"/>
    <w:rsid w:val="008D3D4D"/>
    <w:rsid w:val="008D64F6"/>
    <w:rsid w:val="008D6BE0"/>
    <w:rsid w:val="008E2375"/>
    <w:rsid w:val="008E3DCD"/>
    <w:rsid w:val="008E52F4"/>
    <w:rsid w:val="008E52FA"/>
    <w:rsid w:val="008E553A"/>
    <w:rsid w:val="008E6FA7"/>
    <w:rsid w:val="008E70C9"/>
    <w:rsid w:val="008F1EF7"/>
    <w:rsid w:val="008F22A0"/>
    <w:rsid w:val="008F2918"/>
    <w:rsid w:val="008F2E20"/>
    <w:rsid w:val="008F45E2"/>
    <w:rsid w:val="008F74AB"/>
    <w:rsid w:val="00900006"/>
    <w:rsid w:val="009000C3"/>
    <w:rsid w:val="00903915"/>
    <w:rsid w:val="0090547A"/>
    <w:rsid w:val="00906F76"/>
    <w:rsid w:val="009070F3"/>
    <w:rsid w:val="009072BE"/>
    <w:rsid w:val="009113A5"/>
    <w:rsid w:val="00911930"/>
    <w:rsid w:val="009144AD"/>
    <w:rsid w:val="00915BF6"/>
    <w:rsid w:val="009165AC"/>
    <w:rsid w:val="009200CC"/>
    <w:rsid w:val="009203E4"/>
    <w:rsid w:val="00921024"/>
    <w:rsid w:val="009222F4"/>
    <w:rsid w:val="009225AC"/>
    <w:rsid w:val="00922BD6"/>
    <w:rsid w:val="0092303F"/>
    <w:rsid w:val="00923E66"/>
    <w:rsid w:val="0092401D"/>
    <w:rsid w:val="00927F2D"/>
    <w:rsid w:val="00927FDA"/>
    <w:rsid w:val="009301F0"/>
    <w:rsid w:val="00930F30"/>
    <w:rsid w:val="00931170"/>
    <w:rsid w:val="0093255C"/>
    <w:rsid w:val="009338EB"/>
    <w:rsid w:val="00933CCD"/>
    <w:rsid w:val="0093444D"/>
    <w:rsid w:val="00934C61"/>
    <w:rsid w:val="009378D6"/>
    <w:rsid w:val="00940B7A"/>
    <w:rsid w:val="00943F0D"/>
    <w:rsid w:val="009446BB"/>
    <w:rsid w:val="00944B13"/>
    <w:rsid w:val="00944B31"/>
    <w:rsid w:val="00944E0E"/>
    <w:rsid w:val="0094690D"/>
    <w:rsid w:val="00946BB5"/>
    <w:rsid w:val="00946C9B"/>
    <w:rsid w:val="009477AD"/>
    <w:rsid w:val="00947E4E"/>
    <w:rsid w:val="00951CF5"/>
    <w:rsid w:val="00952009"/>
    <w:rsid w:val="00954AA0"/>
    <w:rsid w:val="00956AA8"/>
    <w:rsid w:val="00956BA7"/>
    <w:rsid w:val="00956F71"/>
    <w:rsid w:val="00957508"/>
    <w:rsid w:val="00960188"/>
    <w:rsid w:val="00961646"/>
    <w:rsid w:val="00962F50"/>
    <w:rsid w:val="00965671"/>
    <w:rsid w:val="009663EA"/>
    <w:rsid w:val="00967B44"/>
    <w:rsid w:val="0097219A"/>
    <w:rsid w:val="00973153"/>
    <w:rsid w:val="009748DA"/>
    <w:rsid w:val="00974A0B"/>
    <w:rsid w:val="0097573E"/>
    <w:rsid w:val="00977AC0"/>
    <w:rsid w:val="009808D3"/>
    <w:rsid w:val="00981E30"/>
    <w:rsid w:val="0098328A"/>
    <w:rsid w:val="00984BA1"/>
    <w:rsid w:val="00984C55"/>
    <w:rsid w:val="00985315"/>
    <w:rsid w:val="00986905"/>
    <w:rsid w:val="00986D5D"/>
    <w:rsid w:val="00987173"/>
    <w:rsid w:val="009871B6"/>
    <w:rsid w:val="009873FD"/>
    <w:rsid w:val="00990FB5"/>
    <w:rsid w:val="00992AF0"/>
    <w:rsid w:val="00992B55"/>
    <w:rsid w:val="0099574D"/>
    <w:rsid w:val="009964BF"/>
    <w:rsid w:val="00996C93"/>
    <w:rsid w:val="009A04F3"/>
    <w:rsid w:val="009A1FE1"/>
    <w:rsid w:val="009A22BC"/>
    <w:rsid w:val="009A3140"/>
    <w:rsid w:val="009A315A"/>
    <w:rsid w:val="009A3CE1"/>
    <w:rsid w:val="009A5867"/>
    <w:rsid w:val="009A5B05"/>
    <w:rsid w:val="009A5B45"/>
    <w:rsid w:val="009A7227"/>
    <w:rsid w:val="009B1D25"/>
    <w:rsid w:val="009B58DD"/>
    <w:rsid w:val="009B723A"/>
    <w:rsid w:val="009C002D"/>
    <w:rsid w:val="009C0FBA"/>
    <w:rsid w:val="009C143E"/>
    <w:rsid w:val="009C3542"/>
    <w:rsid w:val="009C3ED7"/>
    <w:rsid w:val="009C5438"/>
    <w:rsid w:val="009C7ABA"/>
    <w:rsid w:val="009D284F"/>
    <w:rsid w:val="009D3D75"/>
    <w:rsid w:val="009D3EE1"/>
    <w:rsid w:val="009D4CD5"/>
    <w:rsid w:val="009D5300"/>
    <w:rsid w:val="009D5634"/>
    <w:rsid w:val="009D6AAD"/>
    <w:rsid w:val="009D7914"/>
    <w:rsid w:val="009E1E7B"/>
    <w:rsid w:val="009E2B41"/>
    <w:rsid w:val="009E3913"/>
    <w:rsid w:val="009E3A6A"/>
    <w:rsid w:val="009E649A"/>
    <w:rsid w:val="009F0034"/>
    <w:rsid w:val="009F2185"/>
    <w:rsid w:val="009F25EE"/>
    <w:rsid w:val="009F2924"/>
    <w:rsid w:val="009F4FB1"/>
    <w:rsid w:val="009F7705"/>
    <w:rsid w:val="009F7978"/>
    <w:rsid w:val="00A018A7"/>
    <w:rsid w:val="00A02C6D"/>
    <w:rsid w:val="00A056E8"/>
    <w:rsid w:val="00A0697C"/>
    <w:rsid w:val="00A06AA9"/>
    <w:rsid w:val="00A11CC6"/>
    <w:rsid w:val="00A11FF4"/>
    <w:rsid w:val="00A13A8C"/>
    <w:rsid w:val="00A16321"/>
    <w:rsid w:val="00A16C4D"/>
    <w:rsid w:val="00A17F6A"/>
    <w:rsid w:val="00A22A55"/>
    <w:rsid w:val="00A23F61"/>
    <w:rsid w:val="00A27D96"/>
    <w:rsid w:val="00A3075F"/>
    <w:rsid w:val="00A30A55"/>
    <w:rsid w:val="00A3257D"/>
    <w:rsid w:val="00A33AFD"/>
    <w:rsid w:val="00A340F5"/>
    <w:rsid w:val="00A36CA2"/>
    <w:rsid w:val="00A37552"/>
    <w:rsid w:val="00A410B3"/>
    <w:rsid w:val="00A4186C"/>
    <w:rsid w:val="00A427F4"/>
    <w:rsid w:val="00A4301D"/>
    <w:rsid w:val="00A448C8"/>
    <w:rsid w:val="00A449E6"/>
    <w:rsid w:val="00A46379"/>
    <w:rsid w:val="00A4675B"/>
    <w:rsid w:val="00A47247"/>
    <w:rsid w:val="00A50429"/>
    <w:rsid w:val="00A51E7E"/>
    <w:rsid w:val="00A53FA6"/>
    <w:rsid w:val="00A554A3"/>
    <w:rsid w:val="00A601FF"/>
    <w:rsid w:val="00A6032F"/>
    <w:rsid w:val="00A60BA1"/>
    <w:rsid w:val="00A6659D"/>
    <w:rsid w:val="00A66DF8"/>
    <w:rsid w:val="00A70FAB"/>
    <w:rsid w:val="00A714E9"/>
    <w:rsid w:val="00A72DDB"/>
    <w:rsid w:val="00A73D3C"/>
    <w:rsid w:val="00A7433C"/>
    <w:rsid w:val="00A75208"/>
    <w:rsid w:val="00A76792"/>
    <w:rsid w:val="00A76E2D"/>
    <w:rsid w:val="00A77C28"/>
    <w:rsid w:val="00A8153D"/>
    <w:rsid w:val="00A851DA"/>
    <w:rsid w:val="00A851F8"/>
    <w:rsid w:val="00A8570C"/>
    <w:rsid w:val="00A859FD"/>
    <w:rsid w:val="00A86D50"/>
    <w:rsid w:val="00A90136"/>
    <w:rsid w:val="00A939A6"/>
    <w:rsid w:val="00A94488"/>
    <w:rsid w:val="00A94731"/>
    <w:rsid w:val="00A956AF"/>
    <w:rsid w:val="00A97D69"/>
    <w:rsid w:val="00AA28D0"/>
    <w:rsid w:val="00AA2986"/>
    <w:rsid w:val="00AA2D6C"/>
    <w:rsid w:val="00AA49A4"/>
    <w:rsid w:val="00AA4C90"/>
    <w:rsid w:val="00AA4EFB"/>
    <w:rsid w:val="00AA6FFF"/>
    <w:rsid w:val="00AB0F7B"/>
    <w:rsid w:val="00AB2803"/>
    <w:rsid w:val="00AB3576"/>
    <w:rsid w:val="00AB3EE3"/>
    <w:rsid w:val="00AB4B79"/>
    <w:rsid w:val="00AB5275"/>
    <w:rsid w:val="00AB580A"/>
    <w:rsid w:val="00AB7666"/>
    <w:rsid w:val="00AC1672"/>
    <w:rsid w:val="00AC216B"/>
    <w:rsid w:val="00AC4314"/>
    <w:rsid w:val="00AC4BDD"/>
    <w:rsid w:val="00AC51D5"/>
    <w:rsid w:val="00AC52ED"/>
    <w:rsid w:val="00AC5CF3"/>
    <w:rsid w:val="00AC7E74"/>
    <w:rsid w:val="00AD3D64"/>
    <w:rsid w:val="00AD556F"/>
    <w:rsid w:val="00AD5B19"/>
    <w:rsid w:val="00AD5C29"/>
    <w:rsid w:val="00AD689E"/>
    <w:rsid w:val="00AD6A53"/>
    <w:rsid w:val="00AE1262"/>
    <w:rsid w:val="00AE13EE"/>
    <w:rsid w:val="00AE15AC"/>
    <w:rsid w:val="00AE24D4"/>
    <w:rsid w:val="00AE260B"/>
    <w:rsid w:val="00AE2CDD"/>
    <w:rsid w:val="00AE4510"/>
    <w:rsid w:val="00AE4B10"/>
    <w:rsid w:val="00AF04A5"/>
    <w:rsid w:val="00AF08FD"/>
    <w:rsid w:val="00AF226B"/>
    <w:rsid w:val="00AF2F83"/>
    <w:rsid w:val="00AF3672"/>
    <w:rsid w:val="00AF3B44"/>
    <w:rsid w:val="00AF5391"/>
    <w:rsid w:val="00AF6E59"/>
    <w:rsid w:val="00AF75C0"/>
    <w:rsid w:val="00B011CC"/>
    <w:rsid w:val="00B04076"/>
    <w:rsid w:val="00B12858"/>
    <w:rsid w:val="00B16529"/>
    <w:rsid w:val="00B16597"/>
    <w:rsid w:val="00B1697C"/>
    <w:rsid w:val="00B17135"/>
    <w:rsid w:val="00B217F9"/>
    <w:rsid w:val="00B21D3C"/>
    <w:rsid w:val="00B23423"/>
    <w:rsid w:val="00B307EF"/>
    <w:rsid w:val="00B33E46"/>
    <w:rsid w:val="00B34B2B"/>
    <w:rsid w:val="00B359E9"/>
    <w:rsid w:val="00B370D2"/>
    <w:rsid w:val="00B41CB7"/>
    <w:rsid w:val="00B41F85"/>
    <w:rsid w:val="00B4206D"/>
    <w:rsid w:val="00B429A6"/>
    <w:rsid w:val="00B42F0D"/>
    <w:rsid w:val="00B44224"/>
    <w:rsid w:val="00B45112"/>
    <w:rsid w:val="00B50481"/>
    <w:rsid w:val="00B5127F"/>
    <w:rsid w:val="00B53162"/>
    <w:rsid w:val="00B53402"/>
    <w:rsid w:val="00B544B6"/>
    <w:rsid w:val="00B54D9E"/>
    <w:rsid w:val="00B55F5E"/>
    <w:rsid w:val="00B63DC5"/>
    <w:rsid w:val="00B64288"/>
    <w:rsid w:val="00B675EF"/>
    <w:rsid w:val="00B67F6B"/>
    <w:rsid w:val="00B71E46"/>
    <w:rsid w:val="00B726F1"/>
    <w:rsid w:val="00B72C97"/>
    <w:rsid w:val="00B7338F"/>
    <w:rsid w:val="00B75C59"/>
    <w:rsid w:val="00B8046F"/>
    <w:rsid w:val="00B8082B"/>
    <w:rsid w:val="00B82804"/>
    <w:rsid w:val="00B85AD4"/>
    <w:rsid w:val="00B9014A"/>
    <w:rsid w:val="00B906F7"/>
    <w:rsid w:val="00B907C0"/>
    <w:rsid w:val="00B90DF8"/>
    <w:rsid w:val="00B92FAC"/>
    <w:rsid w:val="00B958D1"/>
    <w:rsid w:val="00B96210"/>
    <w:rsid w:val="00BA0637"/>
    <w:rsid w:val="00BA090B"/>
    <w:rsid w:val="00BA0F49"/>
    <w:rsid w:val="00BA33B2"/>
    <w:rsid w:val="00BA3F15"/>
    <w:rsid w:val="00BA63A8"/>
    <w:rsid w:val="00BB1838"/>
    <w:rsid w:val="00BB1A98"/>
    <w:rsid w:val="00BB4C86"/>
    <w:rsid w:val="00BB4F95"/>
    <w:rsid w:val="00BB6D55"/>
    <w:rsid w:val="00BC0B1B"/>
    <w:rsid w:val="00BC184F"/>
    <w:rsid w:val="00BC21D3"/>
    <w:rsid w:val="00BC24C0"/>
    <w:rsid w:val="00BC3B2C"/>
    <w:rsid w:val="00BC570A"/>
    <w:rsid w:val="00BC5EB7"/>
    <w:rsid w:val="00BC66DD"/>
    <w:rsid w:val="00BD0914"/>
    <w:rsid w:val="00BD1068"/>
    <w:rsid w:val="00BD262C"/>
    <w:rsid w:val="00BD417B"/>
    <w:rsid w:val="00BD419E"/>
    <w:rsid w:val="00BD4219"/>
    <w:rsid w:val="00BD4983"/>
    <w:rsid w:val="00BD4EB2"/>
    <w:rsid w:val="00BD5DC2"/>
    <w:rsid w:val="00BE0E93"/>
    <w:rsid w:val="00BE1757"/>
    <w:rsid w:val="00BE1F83"/>
    <w:rsid w:val="00BE38E8"/>
    <w:rsid w:val="00BE39C3"/>
    <w:rsid w:val="00BE4D69"/>
    <w:rsid w:val="00BE52C1"/>
    <w:rsid w:val="00BE6531"/>
    <w:rsid w:val="00BE6F3C"/>
    <w:rsid w:val="00BE7B9C"/>
    <w:rsid w:val="00BE7C9D"/>
    <w:rsid w:val="00BE7EF1"/>
    <w:rsid w:val="00BF115F"/>
    <w:rsid w:val="00BF3099"/>
    <w:rsid w:val="00BF4085"/>
    <w:rsid w:val="00BF4EF9"/>
    <w:rsid w:val="00BF67EA"/>
    <w:rsid w:val="00BF6B8C"/>
    <w:rsid w:val="00BF7ACC"/>
    <w:rsid w:val="00C00A7A"/>
    <w:rsid w:val="00C02476"/>
    <w:rsid w:val="00C0427C"/>
    <w:rsid w:val="00C04C65"/>
    <w:rsid w:val="00C05410"/>
    <w:rsid w:val="00C078FE"/>
    <w:rsid w:val="00C10372"/>
    <w:rsid w:val="00C10742"/>
    <w:rsid w:val="00C122F3"/>
    <w:rsid w:val="00C123F5"/>
    <w:rsid w:val="00C1418C"/>
    <w:rsid w:val="00C14AD0"/>
    <w:rsid w:val="00C16E52"/>
    <w:rsid w:val="00C17616"/>
    <w:rsid w:val="00C1787B"/>
    <w:rsid w:val="00C17C82"/>
    <w:rsid w:val="00C17CCC"/>
    <w:rsid w:val="00C21118"/>
    <w:rsid w:val="00C213E2"/>
    <w:rsid w:val="00C2249E"/>
    <w:rsid w:val="00C224CC"/>
    <w:rsid w:val="00C22D67"/>
    <w:rsid w:val="00C26104"/>
    <w:rsid w:val="00C30E75"/>
    <w:rsid w:val="00C32076"/>
    <w:rsid w:val="00C400C9"/>
    <w:rsid w:val="00C41C53"/>
    <w:rsid w:val="00C423B0"/>
    <w:rsid w:val="00C42CA7"/>
    <w:rsid w:val="00C42D56"/>
    <w:rsid w:val="00C45ED3"/>
    <w:rsid w:val="00C4734E"/>
    <w:rsid w:val="00C51094"/>
    <w:rsid w:val="00C55A58"/>
    <w:rsid w:val="00C608A8"/>
    <w:rsid w:val="00C61603"/>
    <w:rsid w:val="00C6212F"/>
    <w:rsid w:val="00C67CE6"/>
    <w:rsid w:val="00C71750"/>
    <w:rsid w:val="00C721F5"/>
    <w:rsid w:val="00C74BB4"/>
    <w:rsid w:val="00C75201"/>
    <w:rsid w:val="00C757EC"/>
    <w:rsid w:val="00C759C5"/>
    <w:rsid w:val="00C75FD2"/>
    <w:rsid w:val="00C773AA"/>
    <w:rsid w:val="00C77AF5"/>
    <w:rsid w:val="00C8089E"/>
    <w:rsid w:val="00C825A7"/>
    <w:rsid w:val="00C85847"/>
    <w:rsid w:val="00C85E70"/>
    <w:rsid w:val="00C866AC"/>
    <w:rsid w:val="00C91AF3"/>
    <w:rsid w:val="00C94CC1"/>
    <w:rsid w:val="00C94F66"/>
    <w:rsid w:val="00C9514F"/>
    <w:rsid w:val="00C95B6E"/>
    <w:rsid w:val="00C95BCB"/>
    <w:rsid w:val="00C97375"/>
    <w:rsid w:val="00C97506"/>
    <w:rsid w:val="00C97BE8"/>
    <w:rsid w:val="00CA1AB0"/>
    <w:rsid w:val="00CA22AD"/>
    <w:rsid w:val="00CA5E76"/>
    <w:rsid w:val="00CA7AA3"/>
    <w:rsid w:val="00CB0380"/>
    <w:rsid w:val="00CB0AFE"/>
    <w:rsid w:val="00CB2002"/>
    <w:rsid w:val="00CB2A16"/>
    <w:rsid w:val="00CB57A7"/>
    <w:rsid w:val="00CB5CAB"/>
    <w:rsid w:val="00CB64CA"/>
    <w:rsid w:val="00CC1B71"/>
    <w:rsid w:val="00CC2A3B"/>
    <w:rsid w:val="00CC3B59"/>
    <w:rsid w:val="00CC5BA2"/>
    <w:rsid w:val="00CC6E66"/>
    <w:rsid w:val="00CD4F68"/>
    <w:rsid w:val="00CD6E4B"/>
    <w:rsid w:val="00CD73CF"/>
    <w:rsid w:val="00CD7980"/>
    <w:rsid w:val="00CE09B3"/>
    <w:rsid w:val="00CE1275"/>
    <w:rsid w:val="00CE137C"/>
    <w:rsid w:val="00CE18F1"/>
    <w:rsid w:val="00CE3133"/>
    <w:rsid w:val="00CE56F9"/>
    <w:rsid w:val="00CE710F"/>
    <w:rsid w:val="00CE7905"/>
    <w:rsid w:val="00CF0972"/>
    <w:rsid w:val="00CF2803"/>
    <w:rsid w:val="00CF4316"/>
    <w:rsid w:val="00CF4645"/>
    <w:rsid w:val="00CF55A4"/>
    <w:rsid w:val="00CF6535"/>
    <w:rsid w:val="00CF6E88"/>
    <w:rsid w:val="00CF718B"/>
    <w:rsid w:val="00CF756F"/>
    <w:rsid w:val="00D00515"/>
    <w:rsid w:val="00D014ED"/>
    <w:rsid w:val="00D02A13"/>
    <w:rsid w:val="00D03B29"/>
    <w:rsid w:val="00D03DF2"/>
    <w:rsid w:val="00D03F4A"/>
    <w:rsid w:val="00D05084"/>
    <w:rsid w:val="00D05DE3"/>
    <w:rsid w:val="00D06E1E"/>
    <w:rsid w:val="00D07E70"/>
    <w:rsid w:val="00D120E9"/>
    <w:rsid w:val="00D12E10"/>
    <w:rsid w:val="00D138CB"/>
    <w:rsid w:val="00D1624B"/>
    <w:rsid w:val="00D16C47"/>
    <w:rsid w:val="00D20043"/>
    <w:rsid w:val="00D2239C"/>
    <w:rsid w:val="00D24DDA"/>
    <w:rsid w:val="00D258F2"/>
    <w:rsid w:val="00D27BCE"/>
    <w:rsid w:val="00D27F12"/>
    <w:rsid w:val="00D30834"/>
    <w:rsid w:val="00D31104"/>
    <w:rsid w:val="00D34098"/>
    <w:rsid w:val="00D35261"/>
    <w:rsid w:val="00D36101"/>
    <w:rsid w:val="00D44E82"/>
    <w:rsid w:val="00D45E3D"/>
    <w:rsid w:val="00D46A8A"/>
    <w:rsid w:val="00D4739D"/>
    <w:rsid w:val="00D50F78"/>
    <w:rsid w:val="00D512ED"/>
    <w:rsid w:val="00D57BBF"/>
    <w:rsid w:val="00D6150B"/>
    <w:rsid w:val="00D65DF0"/>
    <w:rsid w:val="00D678A8"/>
    <w:rsid w:val="00D70038"/>
    <w:rsid w:val="00D715BF"/>
    <w:rsid w:val="00D717AD"/>
    <w:rsid w:val="00D722BE"/>
    <w:rsid w:val="00D72B89"/>
    <w:rsid w:val="00D72E4F"/>
    <w:rsid w:val="00D73AA7"/>
    <w:rsid w:val="00D7600B"/>
    <w:rsid w:val="00D772F7"/>
    <w:rsid w:val="00D8001F"/>
    <w:rsid w:val="00D8330A"/>
    <w:rsid w:val="00D85C79"/>
    <w:rsid w:val="00D86858"/>
    <w:rsid w:val="00D86A03"/>
    <w:rsid w:val="00D86E25"/>
    <w:rsid w:val="00D87D4F"/>
    <w:rsid w:val="00D90612"/>
    <w:rsid w:val="00D90F61"/>
    <w:rsid w:val="00D94C76"/>
    <w:rsid w:val="00D94ED2"/>
    <w:rsid w:val="00DA2946"/>
    <w:rsid w:val="00DA2C09"/>
    <w:rsid w:val="00DA2F2E"/>
    <w:rsid w:val="00DA59F9"/>
    <w:rsid w:val="00DA76C6"/>
    <w:rsid w:val="00DB0E39"/>
    <w:rsid w:val="00DB35B1"/>
    <w:rsid w:val="00DB3D29"/>
    <w:rsid w:val="00DB6742"/>
    <w:rsid w:val="00DB6AD6"/>
    <w:rsid w:val="00DB6B0E"/>
    <w:rsid w:val="00DB7456"/>
    <w:rsid w:val="00DC0BC0"/>
    <w:rsid w:val="00DC0E84"/>
    <w:rsid w:val="00DC10D2"/>
    <w:rsid w:val="00DC1833"/>
    <w:rsid w:val="00DC1B59"/>
    <w:rsid w:val="00DC2488"/>
    <w:rsid w:val="00DC58EE"/>
    <w:rsid w:val="00DD0D15"/>
    <w:rsid w:val="00DD1EDA"/>
    <w:rsid w:val="00DD3D1D"/>
    <w:rsid w:val="00DD4462"/>
    <w:rsid w:val="00DD4E7E"/>
    <w:rsid w:val="00DD534B"/>
    <w:rsid w:val="00DD65DC"/>
    <w:rsid w:val="00DD6A9F"/>
    <w:rsid w:val="00DE3159"/>
    <w:rsid w:val="00DE3D7A"/>
    <w:rsid w:val="00DE48B7"/>
    <w:rsid w:val="00DE694A"/>
    <w:rsid w:val="00DF0501"/>
    <w:rsid w:val="00DF326E"/>
    <w:rsid w:val="00DF335E"/>
    <w:rsid w:val="00DF3681"/>
    <w:rsid w:val="00DF4299"/>
    <w:rsid w:val="00DF4E26"/>
    <w:rsid w:val="00DF580C"/>
    <w:rsid w:val="00DF5CC2"/>
    <w:rsid w:val="00DF63B3"/>
    <w:rsid w:val="00DF7D9F"/>
    <w:rsid w:val="00E0159C"/>
    <w:rsid w:val="00E0506A"/>
    <w:rsid w:val="00E104F0"/>
    <w:rsid w:val="00E10FD1"/>
    <w:rsid w:val="00E1143E"/>
    <w:rsid w:val="00E13286"/>
    <w:rsid w:val="00E16212"/>
    <w:rsid w:val="00E16931"/>
    <w:rsid w:val="00E1724E"/>
    <w:rsid w:val="00E17BA9"/>
    <w:rsid w:val="00E203C0"/>
    <w:rsid w:val="00E21D51"/>
    <w:rsid w:val="00E223A8"/>
    <w:rsid w:val="00E24500"/>
    <w:rsid w:val="00E2548E"/>
    <w:rsid w:val="00E26C72"/>
    <w:rsid w:val="00E26D39"/>
    <w:rsid w:val="00E27B53"/>
    <w:rsid w:val="00E3124E"/>
    <w:rsid w:val="00E3137F"/>
    <w:rsid w:val="00E33C89"/>
    <w:rsid w:val="00E35DED"/>
    <w:rsid w:val="00E36F8C"/>
    <w:rsid w:val="00E376DA"/>
    <w:rsid w:val="00E43EAA"/>
    <w:rsid w:val="00E44AD8"/>
    <w:rsid w:val="00E461F3"/>
    <w:rsid w:val="00E46DD1"/>
    <w:rsid w:val="00E51B53"/>
    <w:rsid w:val="00E52B5A"/>
    <w:rsid w:val="00E54039"/>
    <w:rsid w:val="00E566F1"/>
    <w:rsid w:val="00E572B0"/>
    <w:rsid w:val="00E61454"/>
    <w:rsid w:val="00E627D7"/>
    <w:rsid w:val="00E63845"/>
    <w:rsid w:val="00E6448E"/>
    <w:rsid w:val="00E65B83"/>
    <w:rsid w:val="00E67733"/>
    <w:rsid w:val="00E71C0F"/>
    <w:rsid w:val="00E71D20"/>
    <w:rsid w:val="00E720B1"/>
    <w:rsid w:val="00E72B8C"/>
    <w:rsid w:val="00E7417E"/>
    <w:rsid w:val="00E80263"/>
    <w:rsid w:val="00E81773"/>
    <w:rsid w:val="00E81936"/>
    <w:rsid w:val="00E833D9"/>
    <w:rsid w:val="00E83452"/>
    <w:rsid w:val="00E85D07"/>
    <w:rsid w:val="00E86141"/>
    <w:rsid w:val="00E86227"/>
    <w:rsid w:val="00E86651"/>
    <w:rsid w:val="00E90399"/>
    <w:rsid w:val="00E91574"/>
    <w:rsid w:val="00E92764"/>
    <w:rsid w:val="00E92960"/>
    <w:rsid w:val="00E92BFA"/>
    <w:rsid w:val="00E9460E"/>
    <w:rsid w:val="00E959F0"/>
    <w:rsid w:val="00E95E7F"/>
    <w:rsid w:val="00E96213"/>
    <w:rsid w:val="00E970E2"/>
    <w:rsid w:val="00E97B8E"/>
    <w:rsid w:val="00EA0927"/>
    <w:rsid w:val="00EA0FF6"/>
    <w:rsid w:val="00EA42B2"/>
    <w:rsid w:val="00EA49AD"/>
    <w:rsid w:val="00EA555D"/>
    <w:rsid w:val="00EA5802"/>
    <w:rsid w:val="00EA69F6"/>
    <w:rsid w:val="00EA6A6D"/>
    <w:rsid w:val="00EB5477"/>
    <w:rsid w:val="00EB6F02"/>
    <w:rsid w:val="00EB7864"/>
    <w:rsid w:val="00EC2022"/>
    <w:rsid w:val="00EC47BB"/>
    <w:rsid w:val="00EC5EE1"/>
    <w:rsid w:val="00EC6A9F"/>
    <w:rsid w:val="00EC6D20"/>
    <w:rsid w:val="00EC7A7C"/>
    <w:rsid w:val="00ED0AAE"/>
    <w:rsid w:val="00ED0E11"/>
    <w:rsid w:val="00ED140A"/>
    <w:rsid w:val="00ED31FE"/>
    <w:rsid w:val="00ED4F92"/>
    <w:rsid w:val="00ED590F"/>
    <w:rsid w:val="00ED5976"/>
    <w:rsid w:val="00ED7895"/>
    <w:rsid w:val="00ED7A9E"/>
    <w:rsid w:val="00EE097E"/>
    <w:rsid w:val="00EE44FE"/>
    <w:rsid w:val="00EE6D8C"/>
    <w:rsid w:val="00EF1354"/>
    <w:rsid w:val="00EF28FE"/>
    <w:rsid w:val="00EF2CF9"/>
    <w:rsid w:val="00EF32EC"/>
    <w:rsid w:val="00EF4F4A"/>
    <w:rsid w:val="00EF4FE4"/>
    <w:rsid w:val="00EF59C2"/>
    <w:rsid w:val="00F0084D"/>
    <w:rsid w:val="00F00CFB"/>
    <w:rsid w:val="00F031F0"/>
    <w:rsid w:val="00F0325E"/>
    <w:rsid w:val="00F0427C"/>
    <w:rsid w:val="00F049BD"/>
    <w:rsid w:val="00F06471"/>
    <w:rsid w:val="00F06FDD"/>
    <w:rsid w:val="00F1326B"/>
    <w:rsid w:val="00F14733"/>
    <w:rsid w:val="00F149FD"/>
    <w:rsid w:val="00F1588C"/>
    <w:rsid w:val="00F160D4"/>
    <w:rsid w:val="00F16A3C"/>
    <w:rsid w:val="00F175BF"/>
    <w:rsid w:val="00F177ED"/>
    <w:rsid w:val="00F21C7A"/>
    <w:rsid w:val="00F22699"/>
    <w:rsid w:val="00F244C6"/>
    <w:rsid w:val="00F251B6"/>
    <w:rsid w:val="00F26DB8"/>
    <w:rsid w:val="00F31205"/>
    <w:rsid w:val="00F3155A"/>
    <w:rsid w:val="00F31BF8"/>
    <w:rsid w:val="00F327CF"/>
    <w:rsid w:val="00F34007"/>
    <w:rsid w:val="00F35739"/>
    <w:rsid w:val="00F366E2"/>
    <w:rsid w:val="00F37037"/>
    <w:rsid w:val="00F37C4C"/>
    <w:rsid w:val="00F404FA"/>
    <w:rsid w:val="00F407B2"/>
    <w:rsid w:val="00F43410"/>
    <w:rsid w:val="00F43A2A"/>
    <w:rsid w:val="00F44D7E"/>
    <w:rsid w:val="00F45BD5"/>
    <w:rsid w:val="00F47CB0"/>
    <w:rsid w:val="00F47EFC"/>
    <w:rsid w:val="00F50306"/>
    <w:rsid w:val="00F53ACC"/>
    <w:rsid w:val="00F545AE"/>
    <w:rsid w:val="00F5557A"/>
    <w:rsid w:val="00F569BA"/>
    <w:rsid w:val="00F56F32"/>
    <w:rsid w:val="00F570EB"/>
    <w:rsid w:val="00F601C1"/>
    <w:rsid w:val="00F601F4"/>
    <w:rsid w:val="00F60491"/>
    <w:rsid w:val="00F60BCE"/>
    <w:rsid w:val="00F642BC"/>
    <w:rsid w:val="00F66243"/>
    <w:rsid w:val="00F75983"/>
    <w:rsid w:val="00F768D6"/>
    <w:rsid w:val="00F76E5E"/>
    <w:rsid w:val="00F770B2"/>
    <w:rsid w:val="00F7772D"/>
    <w:rsid w:val="00F8039E"/>
    <w:rsid w:val="00F80D25"/>
    <w:rsid w:val="00F8116A"/>
    <w:rsid w:val="00F81BD3"/>
    <w:rsid w:val="00F81CB5"/>
    <w:rsid w:val="00F81D9D"/>
    <w:rsid w:val="00F824AF"/>
    <w:rsid w:val="00F85F1F"/>
    <w:rsid w:val="00F9013F"/>
    <w:rsid w:val="00F90A53"/>
    <w:rsid w:val="00F9286C"/>
    <w:rsid w:val="00F94545"/>
    <w:rsid w:val="00F97DDF"/>
    <w:rsid w:val="00FA06D2"/>
    <w:rsid w:val="00FA06F1"/>
    <w:rsid w:val="00FA0C45"/>
    <w:rsid w:val="00FA31B9"/>
    <w:rsid w:val="00FA40EF"/>
    <w:rsid w:val="00FA584E"/>
    <w:rsid w:val="00FB0581"/>
    <w:rsid w:val="00FB3348"/>
    <w:rsid w:val="00FB37D8"/>
    <w:rsid w:val="00FB4FAD"/>
    <w:rsid w:val="00FB6CE8"/>
    <w:rsid w:val="00FB7A2D"/>
    <w:rsid w:val="00FC0917"/>
    <w:rsid w:val="00FC0BD7"/>
    <w:rsid w:val="00FC0D80"/>
    <w:rsid w:val="00FC1CDF"/>
    <w:rsid w:val="00FC2233"/>
    <w:rsid w:val="00FC2981"/>
    <w:rsid w:val="00FC350E"/>
    <w:rsid w:val="00FC379B"/>
    <w:rsid w:val="00FC421B"/>
    <w:rsid w:val="00FD137C"/>
    <w:rsid w:val="00FD1C85"/>
    <w:rsid w:val="00FD1FDF"/>
    <w:rsid w:val="00FD2673"/>
    <w:rsid w:val="00FD3BBB"/>
    <w:rsid w:val="00FD57D9"/>
    <w:rsid w:val="00FE0C23"/>
    <w:rsid w:val="00FE27A0"/>
    <w:rsid w:val="00FE3005"/>
    <w:rsid w:val="00FE32F0"/>
    <w:rsid w:val="00FE45F2"/>
    <w:rsid w:val="00FE514A"/>
    <w:rsid w:val="00FE5367"/>
    <w:rsid w:val="00FE6D4F"/>
    <w:rsid w:val="00FE76B5"/>
    <w:rsid w:val="00FF2B71"/>
    <w:rsid w:val="00FF3396"/>
    <w:rsid w:val="00FF43F5"/>
    <w:rsid w:val="00FF4D45"/>
    <w:rsid w:val="00FF5525"/>
    <w:rsid w:val="00FF6608"/>
    <w:rsid w:val="00FF7B3B"/>
    <w:rsid w:val="00FF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5:docId w15:val="{9EF5B7AE-203C-44B8-9F61-EF8FABB2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rsid w:val="00633E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2225FF"/>
    <w:pPr>
      <w:keepNext/>
      <w:spacing w:line="480" w:lineRule="auto"/>
      <w:jc w:val="both"/>
      <w:outlineLvl w:val="1"/>
    </w:pPr>
    <w:rPr>
      <w:b/>
      <w:bCs/>
      <w:sz w:val="22"/>
      <w:szCs w:val="22"/>
    </w:rPr>
  </w:style>
  <w:style w:type="paragraph" w:styleId="Titolo4">
    <w:name w:val="heading 4"/>
    <w:basedOn w:val="Normale"/>
    <w:next w:val="Normale"/>
    <w:link w:val="Titolo4Carattere"/>
    <w:qFormat/>
    <w:rsid w:val="002225FF"/>
    <w:pPr>
      <w:keepNext/>
      <w:jc w:val="both"/>
      <w:outlineLvl w:val="3"/>
    </w:pPr>
    <w:rPr>
      <w:b/>
      <w:bCs/>
      <w:sz w:val="22"/>
      <w:szCs w:val="22"/>
      <w:u w:val="single"/>
    </w:rPr>
  </w:style>
  <w:style w:type="paragraph" w:styleId="Titolo5">
    <w:name w:val="heading 5"/>
    <w:basedOn w:val="Normale"/>
    <w:next w:val="Normale"/>
    <w:link w:val="Titolo5Carattere"/>
    <w:qFormat/>
    <w:rsid w:val="002225FF"/>
    <w:pPr>
      <w:keepNext/>
      <w:ind w:left="7090" w:hanging="2695"/>
      <w:jc w:val="center"/>
      <w:outlineLvl w:val="4"/>
    </w:pPr>
    <w:rPr>
      <w:b/>
      <w:bCs/>
      <w:sz w:val="22"/>
      <w:szCs w:val="22"/>
    </w:rPr>
  </w:style>
  <w:style w:type="paragraph" w:styleId="Titolo6">
    <w:name w:val="heading 6"/>
    <w:basedOn w:val="Normale"/>
    <w:next w:val="Normale"/>
    <w:qFormat/>
    <w:rsid w:val="00633E5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07598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E8026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80263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3784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54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433C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A7433C"/>
    <w:pPr>
      <w:spacing w:line="243" w:lineRule="atLeast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A7433C"/>
    <w:pPr>
      <w:spacing w:after="245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A7433C"/>
    <w:pPr>
      <w:spacing w:line="243" w:lineRule="atLeast"/>
    </w:pPr>
    <w:rPr>
      <w:rFonts w:cs="Times New Roman"/>
      <w:color w:val="auto"/>
    </w:rPr>
  </w:style>
  <w:style w:type="character" w:styleId="Numeropagina">
    <w:name w:val="page number"/>
    <w:basedOn w:val="Carpredefinitoparagrafo"/>
    <w:rsid w:val="00A7433C"/>
  </w:style>
  <w:style w:type="paragraph" w:styleId="Testonotaapidipagina">
    <w:name w:val="footnote text"/>
    <w:basedOn w:val="Normale"/>
    <w:semiHidden/>
    <w:rsid w:val="00485A1E"/>
    <w:rPr>
      <w:sz w:val="20"/>
      <w:szCs w:val="20"/>
    </w:rPr>
  </w:style>
  <w:style w:type="character" w:styleId="Rimandonotaapidipagina">
    <w:name w:val="footnote reference"/>
    <w:semiHidden/>
    <w:rsid w:val="00485A1E"/>
    <w:rPr>
      <w:vertAlign w:val="superscript"/>
    </w:rPr>
  </w:style>
  <w:style w:type="character" w:customStyle="1" w:styleId="Titolo2Carattere">
    <w:name w:val="Titolo 2 Carattere"/>
    <w:link w:val="Titolo2"/>
    <w:locked/>
    <w:rsid w:val="002225FF"/>
    <w:rPr>
      <w:b/>
      <w:bCs/>
      <w:sz w:val="22"/>
      <w:szCs w:val="22"/>
      <w:lang w:val="it-IT" w:eastAsia="it-IT" w:bidi="ar-SA"/>
    </w:rPr>
  </w:style>
  <w:style w:type="character" w:customStyle="1" w:styleId="Titolo4Carattere">
    <w:name w:val="Titolo 4 Carattere"/>
    <w:link w:val="Titolo4"/>
    <w:locked/>
    <w:rsid w:val="002225FF"/>
    <w:rPr>
      <w:b/>
      <w:bCs/>
      <w:sz w:val="22"/>
      <w:szCs w:val="22"/>
      <w:u w:val="single"/>
      <w:lang w:val="it-IT" w:eastAsia="it-IT" w:bidi="ar-SA"/>
    </w:rPr>
  </w:style>
  <w:style w:type="character" w:customStyle="1" w:styleId="Titolo5Carattere">
    <w:name w:val="Titolo 5 Carattere"/>
    <w:link w:val="Titolo5"/>
    <w:locked/>
    <w:rsid w:val="002225FF"/>
    <w:rPr>
      <w:b/>
      <w:bCs/>
      <w:sz w:val="22"/>
      <w:szCs w:val="22"/>
      <w:lang w:val="it-IT" w:eastAsia="it-IT" w:bidi="ar-SA"/>
    </w:rPr>
  </w:style>
  <w:style w:type="paragraph" w:styleId="Rientrocorpodeltesto">
    <w:name w:val="Body Text Indent"/>
    <w:basedOn w:val="Normale"/>
    <w:link w:val="RientrocorpodeltestoCarattere"/>
    <w:semiHidden/>
    <w:rsid w:val="002225FF"/>
    <w:pPr>
      <w:widowControl w:val="0"/>
      <w:jc w:val="both"/>
    </w:pPr>
    <w:rPr>
      <w:rFonts w:ascii="Arial" w:hAnsi="Arial" w:cs="Arial"/>
      <w:sz w:val="22"/>
      <w:szCs w:val="22"/>
    </w:rPr>
  </w:style>
  <w:style w:type="character" w:customStyle="1" w:styleId="RientrocorpodeltestoCarattere">
    <w:name w:val="Rientro corpo del testo Carattere"/>
    <w:link w:val="Rientrocorpodeltesto"/>
    <w:semiHidden/>
    <w:locked/>
    <w:rsid w:val="002225FF"/>
    <w:rPr>
      <w:rFonts w:ascii="Arial" w:hAnsi="Arial" w:cs="Arial"/>
      <w:sz w:val="22"/>
      <w:szCs w:val="22"/>
      <w:lang w:val="it-IT" w:eastAsia="it-IT" w:bidi="ar-SA"/>
    </w:rPr>
  </w:style>
  <w:style w:type="paragraph" w:styleId="Corpotesto">
    <w:name w:val="Body Text"/>
    <w:basedOn w:val="Normale"/>
    <w:link w:val="CorpotestoCarattere"/>
    <w:semiHidden/>
    <w:rsid w:val="002225FF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link w:val="Corpotesto"/>
    <w:semiHidden/>
    <w:locked/>
    <w:rsid w:val="002225FF"/>
    <w:rPr>
      <w:rFonts w:ascii="Arial" w:hAnsi="Arial" w:cs="Arial"/>
      <w:lang w:val="it-IT" w:eastAsia="it-IT" w:bidi="ar-SA"/>
    </w:rPr>
  </w:style>
  <w:style w:type="paragraph" w:styleId="Corpodeltesto2">
    <w:name w:val="Body Text 2"/>
    <w:basedOn w:val="Normale"/>
    <w:link w:val="Corpodeltesto2Carattere"/>
    <w:semiHidden/>
    <w:rsid w:val="002225FF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semiHidden/>
    <w:locked/>
    <w:rsid w:val="002225FF"/>
    <w:rPr>
      <w:sz w:val="24"/>
      <w:szCs w:val="24"/>
      <w:lang w:val="it-IT" w:eastAsia="it-IT" w:bidi="ar-SA"/>
    </w:rPr>
  </w:style>
  <w:style w:type="paragraph" w:styleId="Corpodeltesto3">
    <w:name w:val="Body Text 3"/>
    <w:basedOn w:val="Normale"/>
    <w:rsid w:val="00D1624B"/>
    <w:pPr>
      <w:spacing w:after="120"/>
    </w:pPr>
    <w:rPr>
      <w:sz w:val="16"/>
      <w:szCs w:val="16"/>
    </w:rPr>
  </w:style>
  <w:style w:type="paragraph" w:customStyle="1" w:styleId="firma">
    <w:name w:val="firma"/>
    <w:basedOn w:val="Normale"/>
    <w:rsid w:val="00633E5E"/>
    <w:pPr>
      <w:ind w:left="4536"/>
      <w:jc w:val="center"/>
    </w:pPr>
    <w:rPr>
      <w:szCs w:val="20"/>
    </w:rPr>
  </w:style>
  <w:style w:type="paragraph" w:customStyle="1" w:styleId="titolo20">
    <w:name w:val="titolo 2"/>
    <w:basedOn w:val="Normale"/>
    <w:link w:val="titolo2Carattere0"/>
    <w:rsid w:val="002500A8"/>
    <w:pPr>
      <w:autoSpaceDE w:val="0"/>
      <w:autoSpaceDN w:val="0"/>
      <w:adjustRightInd w:val="0"/>
      <w:ind w:left="1247" w:hanging="1247"/>
      <w:jc w:val="both"/>
    </w:pPr>
    <w:rPr>
      <w:rFonts w:ascii="Trebuchet MS" w:hAnsi="Trebuchet MS" w:cs="Garamond,Bold"/>
      <w:b/>
      <w:bCs/>
      <w:sz w:val="28"/>
    </w:rPr>
  </w:style>
  <w:style w:type="character" w:customStyle="1" w:styleId="titolo2Carattere0">
    <w:name w:val="titolo 2 Carattere"/>
    <w:link w:val="titolo20"/>
    <w:rsid w:val="002500A8"/>
    <w:rPr>
      <w:rFonts w:ascii="Trebuchet MS" w:hAnsi="Trebuchet MS" w:cs="Garamond,Bold"/>
      <w:b/>
      <w:bCs/>
      <w:sz w:val="28"/>
      <w:szCs w:val="24"/>
      <w:lang w:val="it-IT" w:eastAsia="it-IT" w:bidi="ar-SA"/>
    </w:rPr>
  </w:style>
  <w:style w:type="character" w:customStyle="1" w:styleId="IntestazioneCarattere">
    <w:name w:val="Intestazione Carattere"/>
    <w:link w:val="Intestazione"/>
    <w:rsid w:val="00FC0917"/>
    <w:rPr>
      <w:sz w:val="24"/>
      <w:szCs w:val="24"/>
    </w:rPr>
  </w:style>
  <w:style w:type="paragraph" w:customStyle="1" w:styleId="Aeeaoaeaa1">
    <w:name w:val="A?eeaoae?aa 1"/>
    <w:basedOn w:val="Normale"/>
    <w:next w:val="Normale"/>
    <w:rsid w:val="00896ED5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Titolo">
    <w:name w:val="Title"/>
    <w:basedOn w:val="Normale"/>
    <w:next w:val="Normale"/>
    <w:link w:val="TitoloCarattere"/>
    <w:qFormat/>
    <w:rsid w:val="00896ED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rsid w:val="00896ED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1102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llegamentovisitato">
    <w:name w:val="FollowedHyperlink"/>
    <w:basedOn w:val="Carpredefinitoparagrafo"/>
    <w:semiHidden/>
    <w:unhideWhenUsed/>
    <w:rsid w:val="00B0407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1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5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93215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78330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0113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87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2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027240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180573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25393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7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4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558345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48142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0337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8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570257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10842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11157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3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885674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192842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43079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23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246531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21157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927421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5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6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08210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43687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585346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7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789568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148203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368779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08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06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9858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4615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530548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78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950951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37188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733269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tarvaggip\Dati%20applicazioni\Microsoft\Modelli\carta%20intestata%20ufficio%20-%20decret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CE8A1-49CE-404C-8D30-C845FA1A1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 - decreto</Template>
  <TotalTime>1</TotalTime>
  <Pages>1</Pages>
  <Words>128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unimi</Company>
  <LinksUpToDate>false</LinksUpToDate>
  <CharactersWithSpaces>960</CharactersWithSpaces>
  <SharedDoc>false</SharedDoc>
  <HLinks>
    <vt:vector size="42" baseType="variant">
      <vt:variant>
        <vt:i4>7798908</vt:i4>
      </vt:variant>
      <vt:variant>
        <vt:i4>149</vt:i4>
      </vt:variant>
      <vt:variant>
        <vt:i4>0</vt:i4>
      </vt:variant>
      <vt:variant>
        <vt:i4>5</vt:i4>
      </vt:variant>
      <vt:variant>
        <vt:lpwstr>http://www.unimi.it/valcomp</vt:lpwstr>
      </vt:variant>
      <vt:variant>
        <vt:lpwstr/>
      </vt:variant>
      <vt:variant>
        <vt:i4>8061000</vt:i4>
      </vt:variant>
      <vt:variant>
        <vt:i4>138</vt:i4>
      </vt:variant>
      <vt:variant>
        <vt:i4>0</vt:i4>
      </vt:variant>
      <vt:variant>
        <vt:i4>5</vt:i4>
      </vt:variant>
      <vt:variant>
        <vt:lpwstr>mailto:valcomp@unimi.it</vt:lpwstr>
      </vt:variant>
      <vt:variant>
        <vt:lpwstr/>
      </vt:variant>
      <vt:variant>
        <vt:i4>4390968</vt:i4>
      </vt:variant>
      <vt:variant>
        <vt:i4>135</vt:i4>
      </vt:variant>
      <vt:variant>
        <vt:i4>0</vt:i4>
      </vt:variant>
      <vt:variant>
        <vt:i4>5</vt:i4>
      </vt:variant>
      <vt:variant>
        <vt:lpwstr>mailto:ferdinando.lacanna@unimi.it</vt:lpwstr>
      </vt:variant>
      <vt:variant>
        <vt:lpwstr/>
      </vt:variant>
      <vt:variant>
        <vt:i4>4325452</vt:i4>
      </vt:variant>
      <vt:variant>
        <vt:i4>112</vt:i4>
      </vt:variant>
      <vt:variant>
        <vt:i4>0</vt:i4>
      </vt:variant>
      <vt:variant>
        <vt:i4>5</vt:i4>
      </vt:variant>
      <vt:variant>
        <vt:lpwstr>http://www.unimi.it/ateneo/normativa/18829.htm</vt:lpwstr>
      </vt:variant>
      <vt:variant>
        <vt:lpwstr>top</vt:lpwstr>
      </vt:variant>
      <vt:variant>
        <vt:i4>8061000</vt:i4>
      </vt:variant>
      <vt:variant>
        <vt:i4>54</vt:i4>
      </vt:variant>
      <vt:variant>
        <vt:i4>0</vt:i4>
      </vt:variant>
      <vt:variant>
        <vt:i4>5</vt:i4>
      </vt:variant>
      <vt:variant>
        <vt:lpwstr>mailto:valcomp@unimi.it</vt:lpwstr>
      </vt:variant>
      <vt:variant>
        <vt:lpwstr/>
      </vt:variant>
      <vt:variant>
        <vt:i4>7798908</vt:i4>
      </vt:variant>
      <vt:variant>
        <vt:i4>51</vt:i4>
      </vt:variant>
      <vt:variant>
        <vt:i4>0</vt:i4>
      </vt:variant>
      <vt:variant>
        <vt:i4>5</vt:i4>
      </vt:variant>
      <vt:variant>
        <vt:lpwstr>http://www.unimi.it/valcomp</vt:lpwstr>
      </vt:variant>
      <vt:variant>
        <vt:lpwstr/>
      </vt:variant>
      <vt:variant>
        <vt:i4>7798908</vt:i4>
      </vt:variant>
      <vt:variant>
        <vt:i4>48</vt:i4>
      </vt:variant>
      <vt:variant>
        <vt:i4>0</vt:i4>
      </vt:variant>
      <vt:variant>
        <vt:i4>5</vt:i4>
      </vt:variant>
      <vt:variant>
        <vt:lpwstr>http://www.unimi.it/valcomp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starvaggip</dc:creator>
  <cp:lastModifiedBy>Account Microsoft</cp:lastModifiedBy>
  <cp:revision>3</cp:revision>
  <cp:lastPrinted>2019-06-11T15:04:00Z</cp:lastPrinted>
  <dcterms:created xsi:type="dcterms:W3CDTF">2020-03-31T09:39:00Z</dcterms:created>
  <dcterms:modified xsi:type="dcterms:W3CDTF">2020-03-31T09:39:00Z</dcterms:modified>
</cp:coreProperties>
</file>